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687" w:rsidRPr="00E37F61" w:rsidRDefault="0060728C" w:rsidP="00EB0687">
      <w:pPr>
        <w:spacing w:after="240"/>
        <w:ind w:left="1276" w:hanging="1276"/>
        <w:rPr>
          <w:rFonts w:cs="Arial"/>
          <w:b/>
          <w:sz w:val="32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cs="Arial"/>
          <w:b/>
          <w:sz w:val="32"/>
          <w:szCs w:val="28"/>
        </w:rPr>
        <w:t>L1_2</w:t>
      </w:r>
      <w:r w:rsidR="00EB0687" w:rsidRPr="00E37F61">
        <w:rPr>
          <w:rFonts w:cs="Arial"/>
          <w:b/>
          <w:sz w:val="32"/>
          <w:szCs w:val="28"/>
        </w:rPr>
        <w:t>.</w:t>
      </w:r>
      <w:r>
        <w:rPr>
          <w:rFonts w:cs="Arial"/>
          <w:b/>
          <w:sz w:val="32"/>
          <w:szCs w:val="28"/>
        </w:rPr>
        <w:t>3</w:t>
      </w:r>
      <w:r w:rsidR="00EB0687" w:rsidRPr="00E37F61">
        <w:rPr>
          <w:rFonts w:cs="Arial"/>
          <w:b/>
          <w:sz w:val="32"/>
          <w:szCs w:val="28"/>
        </w:rPr>
        <w:t xml:space="preserve"> </w:t>
      </w:r>
      <w:bookmarkEnd w:id="0"/>
      <w:r w:rsidR="00EB0687" w:rsidRPr="00E37F61">
        <w:rPr>
          <w:rFonts w:cs="Arial"/>
          <w:b/>
          <w:sz w:val="32"/>
          <w:szCs w:val="28"/>
        </w:rPr>
        <w:tab/>
      </w:r>
      <w:r w:rsidR="00EB0687" w:rsidRPr="00323312">
        <w:rPr>
          <w:rFonts w:ascii="Arial" w:hAnsi="Arial" w:cs="Arial"/>
          <w:b/>
          <w:sz w:val="28"/>
          <w:szCs w:val="28"/>
        </w:rPr>
        <w:t>Hexadezimalsyste</w:t>
      </w:r>
      <w:r w:rsidR="00EB0687">
        <w:rPr>
          <w:rFonts w:ascii="Arial" w:hAnsi="Arial" w:cs="Arial"/>
          <w:b/>
          <w:sz w:val="28"/>
          <w:szCs w:val="28"/>
        </w:rPr>
        <w:t xml:space="preserve">m </w:t>
      </w:r>
      <w:r w:rsidR="00EB0687" w:rsidRPr="00E37F61">
        <w:rPr>
          <w:rFonts w:cs="Arial"/>
          <w:b/>
          <w:sz w:val="32"/>
          <w:szCs w:val="28"/>
        </w:rPr>
        <w:t xml:space="preserve">- </w:t>
      </w:r>
      <w:r w:rsidR="00EB0687">
        <w:rPr>
          <w:rFonts w:cs="Arial"/>
          <w:b/>
          <w:sz w:val="32"/>
          <w:szCs w:val="28"/>
        </w:rPr>
        <w:t xml:space="preserve"> </w:t>
      </w:r>
      <w:r w:rsidR="00EB0687" w:rsidRPr="00E37F61">
        <w:rPr>
          <w:rFonts w:cs="Arial"/>
          <w:b/>
          <w:sz w:val="32"/>
          <w:szCs w:val="28"/>
        </w:rPr>
        <w:t>Information</w:t>
      </w:r>
    </w:p>
    <w:bookmarkEnd w:id="1"/>
    <w:bookmarkEnd w:id="2"/>
    <w:p w:rsidR="006E0BBC" w:rsidRDefault="002B76BA" w:rsidP="00EB0687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C80E37">
        <w:rPr>
          <w:rFonts w:ascii="Arial" w:hAnsi="Arial" w:cs="Arial"/>
          <w:sz w:val="24"/>
          <w:szCs w:val="24"/>
        </w:rPr>
        <w:t>Ein Hexadezimalsystem ist ein Zahlensystem, das als Basis die Zahl 16 verwendet.</w:t>
      </w:r>
      <w:r w:rsidR="00426D10" w:rsidRPr="00C80E37">
        <w:rPr>
          <w:rFonts w:ascii="Arial" w:hAnsi="Arial" w:cs="Arial"/>
          <w:sz w:val="24"/>
          <w:szCs w:val="24"/>
        </w:rPr>
        <w:t xml:space="preserve"> </w:t>
      </w:r>
      <w:r w:rsidR="00F5608B">
        <w:rPr>
          <w:rFonts w:ascii="Arial" w:hAnsi="Arial" w:cs="Arial"/>
          <w:sz w:val="24"/>
          <w:szCs w:val="24"/>
        </w:rPr>
        <w:t>Das Hexadezimalsystem</w:t>
      </w:r>
      <w:r w:rsidRPr="00C80E37">
        <w:rPr>
          <w:rFonts w:ascii="Arial" w:hAnsi="Arial" w:cs="Arial"/>
          <w:sz w:val="24"/>
          <w:szCs w:val="24"/>
        </w:rPr>
        <w:t xml:space="preserve"> verwendet </w:t>
      </w:r>
      <w:r w:rsidR="00A621AC">
        <w:rPr>
          <w:rFonts w:ascii="Arial" w:hAnsi="Arial" w:cs="Arial"/>
          <w:sz w:val="24"/>
          <w:szCs w:val="24"/>
        </w:rPr>
        <w:t>16</w:t>
      </w:r>
      <w:r w:rsidRPr="00C80E37">
        <w:rPr>
          <w:rFonts w:ascii="Arial" w:hAnsi="Arial" w:cs="Arial"/>
          <w:sz w:val="24"/>
          <w:szCs w:val="24"/>
        </w:rPr>
        <w:t xml:space="preserve"> Ziffern:</w:t>
      </w:r>
      <w:r w:rsidR="00C80E37" w:rsidRPr="00C80E37">
        <w:rPr>
          <w:rFonts w:ascii="Arial" w:hAnsi="Arial" w:cs="Arial"/>
          <w:sz w:val="24"/>
          <w:szCs w:val="24"/>
        </w:rPr>
        <w:t xml:space="preserve"> </w:t>
      </w:r>
    </w:p>
    <w:p w:rsidR="002B76BA" w:rsidRDefault="00C80E37" w:rsidP="00EB0687">
      <w:pPr>
        <w:pStyle w:val="Listenabsatz"/>
        <w:spacing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C80E37">
        <w:rPr>
          <w:rFonts w:ascii="Arial" w:hAnsi="Arial" w:cs="Arial"/>
          <w:sz w:val="24"/>
          <w:szCs w:val="24"/>
        </w:rPr>
        <w:br/>
      </w:r>
      <w:r w:rsidRPr="000C1BCE">
        <w:rPr>
          <w:rFonts w:ascii="Arial" w:hAnsi="Arial" w:cs="Arial"/>
          <w:b/>
          <w:sz w:val="24"/>
          <w:szCs w:val="24"/>
        </w:rPr>
        <w:t>0, 1, 2, 3, 4, 5, 6, 7, 8, 9, A, B, C, D, E, F</w:t>
      </w:r>
      <w:r w:rsidR="00BB4596">
        <w:rPr>
          <w:rFonts w:ascii="Arial" w:hAnsi="Arial" w:cs="Arial"/>
          <w:sz w:val="24"/>
          <w:szCs w:val="24"/>
        </w:rPr>
        <w:t>.</w:t>
      </w:r>
      <w:r w:rsidR="006E0BBC">
        <w:rPr>
          <w:rFonts w:ascii="Arial" w:hAnsi="Arial" w:cs="Arial"/>
          <w:sz w:val="24"/>
          <w:szCs w:val="24"/>
        </w:rPr>
        <w:br/>
      </w:r>
    </w:p>
    <w:p w:rsidR="006E0BBC" w:rsidRDefault="006E0BBC" w:rsidP="00EB0687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Weshalb</w:t>
      </w:r>
      <w:r w:rsidR="00BB4596">
        <w:rPr>
          <w:rFonts w:ascii="Arial" w:hAnsi="Arial" w:cs="Arial"/>
          <w:sz w:val="24"/>
          <w:szCs w:val="24"/>
        </w:rPr>
        <w:t xml:space="preserve"> wir mit einem 16er System rechnen</w:t>
      </w:r>
      <w:r w:rsidR="00A621AC">
        <w:rPr>
          <w:rFonts w:ascii="Arial" w:hAnsi="Arial" w:cs="Arial"/>
          <w:sz w:val="24"/>
          <w:szCs w:val="24"/>
        </w:rPr>
        <w:t>,</w:t>
      </w:r>
      <w:r w:rsidR="00BB4596">
        <w:rPr>
          <w:rFonts w:ascii="Arial" w:hAnsi="Arial" w:cs="Arial"/>
          <w:sz w:val="24"/>
          <w:szCs w:val="24"/>
        </w:rPr>
        <w:t xml:space="preserve"> liegt daran, dass in der Informatik </w:t>
      </w:r>
      <w:r>
        <w:rPr>
          <w:rFonts w:ascii="Arial" w:hAnsi="Arial" w:cs="Arial"/>
          <w:sz w:val="24"/>
          <w:szCs w:val="24"/>
        </w:rPr>
        <w:t xml:space="preserve">oft Binärzahlen der Länge </w:t>
      </w:r>
      <w:r w:rsidR="000C1BCE">
        <w:rPr>
          <w:rFonts w:ascii="Arial" w:hAnsi="Arial" w:cs="Arial"/>
          <w:sz w:val="24"/>
          <w:szCs w:val="24"/>
        </w:rPr>
        <w:t>4,</w:t>
      </w:r>
      <w:r w:rsidR="00BB4596">
        <w:rPr>
          <w:rFonts w:ascii="Arial" w:hAnsi="Arial" w:cs="Arial"/>
          <w:sz w:val="24"/>
          <w:szCs w:val="24"/>
        </w:rPr>
        <w:t>8</w:t>
      </w:r>
      <w:r w:rsidR="000C1BCE">
        <w:rPr>
          <w:rFonts w:ascii="Arial" w:hAnsi="Arial" w:cs="Arial"/>
          <w:sz w:val="24"/>
          <w:szCs w:val="24"/>
        </w:rPr>
        <w:t>,12,16 usw.</w:t>
      </w:r>
      <w:r w:rsidR="00BB45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vorkommen.</w:t>
      </w:r>
      <w:r w:rsidR="00BB4596">
        <w:rPr>
          <w:rFonts w:ascii="Arial" w:hAnsi="Arial" w:cs="Arial"/>
          <w:sz w:val="24"/>
          <w:szCs w:val="24"/>
        </w:rPr>
        <w:t xml:space="preserve"> </w:t>
      </w:r>
      <w:r w:rsidR="000C1BCE">
        <w:rPr>
          <w:rFonts w:ascii="Arial" w:hAnsi="Arial" w:cs="Arial"/>
          <w:sz w:val="24"/>
          <w:szCs w:val="24"/>
        </w:rPr>
        <w:br/>
      </w:r>
      <w:r w:rsidR="00046BE2">
        <w:rPr>
          <w:rFonts w:ascii="Arial" w:hAnsi="Arial" w:cs="Arial"/>
          <w:sz w:val="24"/>
          <w:szCs w:val="24"/>
        </w:rPr>
        <w:t>Eine Binärzahl</w:t>
      </w:r>
      <w:r w:rsidR="00962A79">
        <w:rPr>
          <w:rFonts w:ascii="Arial" w:hAnsi="Arial" w:cs="Arial"/>
          <w:sz w:val="24"/>
          <w:szCs w:val="24"/>
        </w:rPr>
        <w:t xml:space="preserve"> mit </w:t>
      </w:r>
      <w:r w:rsidR="00A621AC">
        <w:rPr>
          <w:rFonts w:ascii="Arial" w:hAnsi="Arial" w:cs="Arial"/>
          <w:sz w:val="24"/>
          <w:szCs w:val="24"/>
        </w:rPr>
        <w:t>4</w:t>
      </w:r>
      <w:r w:rsidR="00962A79">
        <w:rPr>
          <w:rFonts w:ascii="Arial" w:hAnsi="Arial" w:cs="Arial"/>
          <w:sz w:val="24"/>
          <w:szCs w:val="24"/>
        </w:rPr>
        <w:t xml:space="preserve"> Ziffern</w:t>
      </w:r>
      <w:r w:rsidR="003F1C2A">
        <w:rPr>
          <w:rFonts w:ascii="Arial" w:hAnsi="Arial" w:cs="Arial"/>
          <w:sz w:val="24"/>
          <w:szCs w:val="24"/>
        </w:rPr>
        <w:t xml:space="preserve"> z.B. 0011 nennt man </w:t>
      </w:r>
      <w:r w:rsidR="003F1C2A" w:rsidRPr="00046BE2">
        <w:rPr>
          <w:rFonts w:ascii="Arial" w:hAnsi="Arial" w:cs="Arial"/>
          <w:b/>
          <w:sz w:val="24"/>
          <w:szCs w:val="24"/>
        </w:rPr>
        <w:t>Nibble</w:t>
      </w:r>
      <w:r>
        <w:rPr>
          <w:rFonts w:ascii="Arial" w:hAnsi="Arial" w:cs="Arial"/>
          <w:sz w:val="24"/>
          <w:szCs w:val="24"/>
        </w:rPr>
        <w:t xml:space="preserve"> </w:t>
      </w:r>
      <w:r w:rsidR="00046BE2">
        <w:rPr>
          <w:rFonts w:ascii="Arial" w:hAnsi="Arial" w:cs="Arial"/>
          <w:sz w:val="24"/>
          <w:szCs w:val="24"/>
        </w:rPr>
        <w:t xml:space="preserve">oder </w:t>
      </w:r>
      <w:r w:rsidR="00046BE2" w:rsidRPr="00046BE2">
        <w:rPr>
          <w:rFonts w:ascii="Arial" w:hAnsi="Arial" w:cs="Arial"/>
          <w:b/>
          <w:sz w:val="24"/>
          <w:szCs w:val="24"/>
        </w:rPr>
        <w:t>Halb-Byte</w:t>
      </w:r>
      <w:r w:rsidR="00046BE2">
        <w:rPr>
          <w:rFonts w:ascii="Arial" w:hAnsi="Arial" w:cs="Arial"/>
          <w:sz w:val="24"/>
          <w:szCs w:val="24"/>
        </w:rPr>
        <w:t>.</w:t>
      </w:r>
    </w:p>
    <w:p w:rsidR="00046BE2" w:rsidRDefault="00046BE2" w:rsidP="00EB0687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möglichen Nibbles sind unten aufgelistet.</w:t>
      </w:r>
    </w:p>
    <w:p w:rsidR="00046BE2" w:rsidRDefault="00046BE2" w:rsidP="00EB0687">
      <w:pPr>
        <w:pStyle w:val="Listenabsatz"/>
        <w:spacing w:line="360" w:lineRule="auto"/>
        <w:ind w:left="0"/>
        <w:rPr>
          <w:rFonts w:ascii="Arial" w:hAnsi="Arial" w:cs="Arial"/>
          <w:b/>
          <w:sz w:val="24"/>
          <w:szCs w:val="24"/>
        </w:rPr>
      </w:pPr>
    </w:p>
    <w:p w:rsidR="000C1BCE" w:rsidRDefault="000C1BCE" w:rsidP="000C1BCE">
      <w:pPr>
        <w:tabs>
          <w:tab w:val="left" w:pos="690"/>
          <w:tab w:val="left" w:pos="531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C1BCE">
        <w:rPr>
          <w:rFonts w:ascii="Arial" w:hAnsi="Arial" w:cs="Arial"/>
          <w:b/>
          <w:sz w:val="24"/>
          <w:szCs w:val="24"/>
        </w:rPr>
        <w:t>Binär-, Dezimal- und Hexadezimalzahlen von 0 – 15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83"/>
        <w:gridCol w:w="1044"/>
        <w:gridCol w:w="990"/>
        <w:gridCol w:w="991"/>
        <w:gridCol w:w="991"/>
        <w:gridCol w:w="990"/>
        <w:gridCol w:w="991"/>
        <w:gridCol w:w="991"/>
        <w:gridCol w:w="991"/>
      </w:tblGrid>
      <w:tr w:rsidR="000C1BCE" w:rsidRPr="00082C2D" w:rsidTr="00046BE2">
        <w:tc>
          <w:tcPr>
            <w:tcW w:w="1083" w:type="dxa"/>
          </w:tcPr>
          <w:p w:rsidR="000C1BCE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Binär</w:t>
            </w:r>
          </w:p>
        </w:tc>
        <w:tc>
          <w:tcPr>
            <w:tcW w:w="1044" w:type="dxa"/>
          </w:tcPr>
          <w:p w:rsidR="000C1BCE" w:rsidRPr="006E0BBC" w:rsidRDefault="000C1BCE" w:rsidP="00634F8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0000</w:t>
            </w:r>
          </w:p>
        </w:tc>
        <w:tc>
          <w:tcPr>
            <w:tcW w:w="990" w:type="dxa"/>
          </w:tcPr>
          <w:p w:rsidR="000C1BCE" w:rsidRPr="006E0BBC" w:rsidRDefault="000C1BCE" w:rsidP="00634F8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0001</w:t>
            </w:r>
          </w:p>
        </w:tc>
        <w:tc>
          <w:tcPr>
            <w:tcW w:w="991" w:type="dxa"/>
          </w:tcPr>
          <w:p w:rsidR="000C1BCE" w:rsidRPr="006E0BBC" w:rsidRDefault="000C1BCE" w:rsidP="00634F8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0010</w:t>
            </w:r>
          </w:p>
        </w:tc>
        <w:tc>
          <w:tcPr>
            <w:tcW w:w="991" w:type="dxa"/>
          </w:tcPr>
          <w:p w:rsidR="000C1BCE" w:rsidRPr="006E0BBC" w:rsidRDefault="000C1BCE" w:rsidP="00634F8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0011</w:t>
            </w:r>
          </w:p>
        </w:tc>
        <w:tc>
          <w:tcPr>
            <w:tcW w:w="990" w:type="dxa"/>
          </w:tcPr>
          <w:p w:rsidR="000C1BCE" w:rsidRPr="006E0BBC" w:rsidRDefault="000C1BCE" w:rsidP="00634F8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0100</w:t>
            </w:r>
          </w:p>
        </w:tc>
        <w:tc>
          <w:tcPr>
            <w:tcW w:w="991" w:type="dxa"/>
          </w:tcPr>
          <w:p w:rsidR="000C1BCE" w:rsidRPr="00962A79" w:rsidRDefault="000C1BCE" w:rsidP="00634F81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962A79">
              <w:rPr>
                <w:rFonts w:ascii="Arial" w:hAnsi="Arial" w:cs="Arial"/>
                <w:b/>
                <w:color w:val="FF0000"/>
                <w:sz w:val="24"/>
                <w:szCs w:val="24"/>
              </w:rPr>
              <w:t>0101</w:t>
            </w:r>
          </w:p>
        </w:tc>
        <w:tc>
          <w:tcPr>
            <w:tcW w:w="991" w:type="dxa"/>
          </w:tcPr>
          <w:p w:rsidR="000C1BCE" w:rsidRPr="006E0BBC" w:rsidRDefault="000C1BCE" w:rsidP="00634F8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0110</w:t>
            </w:r>
          </w:p>
        </w:tc>
        <w:tc>
          <w:tcPr>
            <w:tcW w:w="991" w:type="dxa"/>
          </w:tcPr>
          <w:p w:rsidR="000C1BCE" w:rsidRPr="006E0BBC" w:rsidRDefault="000C1BCE" w:rsidP="00634F81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0111</w:t>
            </w:r>
          </w:p>
        </w:tc>
      </w:tr>
      <w:tr w:rsidR="000C1BCE" w:rsidRPr="00082C2D" w:rsidTr="00046BE2">
        <w:tc>
          <w:tcPr>
            <w:tcW w:w="1083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Dezimal</w:t>
            </w:r>
          </w:p>
        </w:tc>
        <w:tc>
          <w:tcPr>
            <w:tcW w:w="1044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0C1BCE" w:rsidRPr="00962A79" w:rsidRDefault="000C1BCE" w:rsidP="00634F81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62A7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0C1BCE" w:rsidRPr="00082C2D" w:rsidTr="00046BE2">
        <w:tc>
          <w:tcPr>
            <w:tcW w:w="1083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Hex</w:t>
            </w:r>
          </w:p>
        </w:tc>
        <w:tc>
          <w:tcPr>
            <w:tcW w:w="1044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0C1BCE" w:rsidRPr="00962A79" w:rsidRDefault="000C1BCE" w:rsidP="00634F81">
            <w:pPr>
              <w:spacing w:line="36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62A79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0C1BCE" w:rsidRPr="00082C2D" w:rsidRDefault="000C1BCE" w:rsidP="00634F8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</w:tbl>
    <w:p w:rsidR="00BB4596" w:rsidRDefault="00BB4596" w:rsidP="00323312">
      <w:pPr>
        <w:pStyle w:val="Listenabsatz"/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078" w:type="dxa"/>
        <w:tblLook w:val="04A0" w:firstRow="1" w:lastRow="0" w:firstColumn="1" w:lastColumn="0" w:noHBand="0" w:noVBand="1"/>
      </w:tblPr>
      <w:tblGrid>
        <w:gridCol w:w="1083"/>
        <w:gridCol w:w="983"/>
        <w:gridCol w:w="982"/>
        <w:gridCol w:w="1005"/>
        <w:gridCol w:w="1005"/>
        <w:gridCol w:w="1005"/>
        <w:gridCol w:w="1005"/>
        <w:gridCol w:w="1005"/>
        <w:gridCol w:w="1005"/>
      </w:tblGrid>
      <w:tr w:rsidR="000C1BCE" w:rsidRPr="00082C2D" w:rsidTr="000C1BCE">
        <w:tc>
          <w:tcPr>
            <w:tcW w:w="1083" w:type="dxa"/>
          </w:tcPr>
          <w:p w:rsidR="000C1BCE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Binär</w:t>
            </w:r>
          </w:p>
        </w:tc>
        <w:tc>
          <w:tcPr>
            <w:tcW w:w="983" w:type="dxa"/>
          </w:tcPr>
          <w:p w:rsidR="000C1BCE" w:rsidRPr="006E0BBC" w:rsidRDefault="000C1BCE" w:rsidP="000C1BC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1000</w:t>
            </w:r>
          </w:p>
        </w:tc>
        <w:tc>
          <w:tcPr>
            <w:tcW w:w="982" w:type="dxa"/>
          </w:tcPr>
          <w:p w:rsidR="000C1BCE" w:rsidRPr="006E0BBC" w:rsidRDefault="000C1BCE" w:rsidP="000C1BC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1001</w:t>
            </w:r>
          </w:p>
        </w:tc>
        <w:tc>
          <w:tcPr>
            <w:tcW w:w="1005" w:type="dxa"/>
          </w:tcPr>
          <w:p w:rsidR="000C1BCE" w:rsidRPr="006E0BBC" w:rsidRDefault="000C1BCE" w:rsidP="000C1BC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1010</w:t>
            </w:r>
          </w:p>
        </w:tc>
        <w:tc>
          <w:tcPr>
            <w:tcW w:w="1005" w:type="dxa"/>
          </w:tcPr>
          <w:p w:rsidR="000C1BCE" w:rsidRPr="00962A79" w:rsidRDefault="000C1BCE" w:rsidP="000C1BCE">
            <w:pPr>
              <w:spacing w:line="36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962A79">
              <w:rPr>
                <w:rFonts w:ascii="Arial" w:hAnsi="Arial" w:cs="Arial"/>
                <w:b/>
                <w:color w:val="0070C0"/>
                <w:sz w:val="24"/>
                <w:szCs w:val="24"/>
              </w:rPr>
              <w:t>1011</w:t>
            </w:r>
          </w:p>
        </w:tc>
        <w:tc>
          <w:tcPr>
            <w:tcW w:w="1005" w:type="dxa"/>
          </w:tcPr>
          <w:p w:rsidR="000C1BCE" w:rsidRPr="006E0BBC" w:rsidRDefault="000C1BCE" w:rsidP="000C1BC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1100</w:t>
            </w:r>
          </w:p>
        </w:tc>
        <w:tc>
          <w:tcPr>
            <w:tcW w:w="1005" w:type="dxa"/>
          </w:tcPr>
          <w:p w:rsidR="000C1BCE" w:rsidRPr="006E0BBC" w:rsidRDefault="000C1BCE" w:rsidP="000C1BC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1101</w:t>
            </w:r>
          </w:p>
        </w:tc>
        <w:tc>
          <w:tcPr>
            <w:tcW w:w="1005" w:type="dxa"/>
          </w:tcPr>
          <w:p w:rsidR="000C1BCE" w:rsidRPr="006E0BBC" w:rsidRDefault="000C1BCE" w:rsidP="000C1BC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1110</w:t>
            </w:r>
          </w:p>
        </w:tc>
        <w:tc>
          <w:tcPr>
            <w:tcW w:w="1005" w:type="dxa"/>
          </w:tcPr>
          <w:p w:rsidR="000C1BCE" w:rsidRPr="006E0BBC" w:rsidRDefault="000C1BCE" w:rsidP="000C1BCE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0BBC">
              <w:rPr>
                <w:rFonts w:ascii="Arial" w:hAnsi="Arial" w:cs="Arial"/>
                <w:b/>
                <w:sz w:val="24"/>
                <w:szCs w:val="24"/>
              </w:rPr>
              <w:t>1111</w:t>
            </w:r>
          </w:p>
        </w:tc>
      </w:tr>
      <w:tr w:rsidR="000C1BCE" w:rsidRPr="00082C2D" w:rsidTr="000C1BCE">
        <w:tc>
          <w:tcPr>
            <w:tcW w:w="1083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Dezimal</w:t>
            </w:r>
          </w:p>
        </w:tc>
        <w:tc>
          <w:tcPr>
            <w:tcW w:w="983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82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005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05" w:type="dxa"/>
          </w:tcPr>
          <w:p w:rsidR="000C1BCE" w:rsidRPr="00962A79" w:rsidRDefault="000C1BCE" w:rsidP="000C1BCE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962A7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005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05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005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005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0C1BCE" w:rsidRPr="00082C2D" w:rsidTr="000C1BCE">
        <w:tc>
          <w:tcPr>
            <w:tcW w:w="1083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Hex</w:t>
            </w:r>
          </w:p>
        </w:tc>
        <w:tc>
          <w:tcPr>
            <w:tcW w:w="983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82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005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005" w:type="dxa"/>
          </w:tcPr>
          <w:p w:rsidR="000C1BCE" w:rsidRPr="00962A79" w:rsidRDefault="000C1BCE" w:rsidP="000C1BCE">
            <w:pPr>
              <w:spacing w:line="360" w:lineRule="auto"/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962A79">
              <w:rPr>
                <w:rFonts w:ascii="Arial" w:hAnsi="Arial" w:cs="Arial"/>
                <w:color w:val="0070C0"/>
                <w:sz w:val="24"/>
                <w:szCs w:val="24"/>
              </w:rPr>
              <w:t>B</w:t>
            </w:r>
          </w:p>
        </w:tc>
        <w:tc>
          <w:tcPr>
            <w:tcW w:w="1005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005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005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1005" w:type="dxa"/>
          </w:tcPr>
          <w:p w:rsidR="000C1BCE" w:rsidRPr="00082C2D" w:rsidRDefault="000C1BCE" w:rsidP="000C1BC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</w:tbl>
    <w:p w:rsidR="000C1BCE" w:rsidRDefault="000C1BCE" w:rsidP="000E50D7">
      <w:pPr>
        <w:pStyle w:val="Listenabsatz"/>
        <w:spacing w:line="360" w:lineRule="auto"/>
        <w:ind w:left="0"/>
        <w:rPr>
          <w:rFonts w:ascii="Arial" w:hAnsi="Arial" w:cs="Arial"/>
          <w:b/>
          <w:sz w:val="24"/>
          <w:szCs w:val="24"/>
        </w:rPr>
      </w:pPr>
    </w:p>
    <w:p w:rsidR="000C1BCE" w:rsidRDefault="006E0BBC" w:rsidP="000E50D7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man in der T</w:t>
      </w:r>
      <w:r w:rsidR="00527568">
        <w:rPr>
          <w:rFonts w:ascii="Arial" w:hAnsi="Arial" w:cs="Arial"/>
          <w:sz w:val="24"/>
          <w:szCs w:val="24"/>
        </w:rPr>
        <w:t>abelle erkennen</w:t>
      </w:r>
      <w:r w:rsidR="00A621AC">
        <w:rPr>
          <w:rFonts w:ascii="Arial" w:hAnsi="Arial" w:cs="Arial"/>
          <w:sz w:val="24"/>
          <w:szCs w:val="24"/>
        </w:rPr>
        <w:t>,</w:t>
      </w:r>
      <w:bookmarkStart w:id="3" w:name="_GoBack"/>
      <w:bookmarkEnd w:id="3"/>
      <w:r w:rsidR="00527568">
        <w:rPr>
          <w:rFonts w:ascii="Arial" w:hAnsi="Arial" w:cs="Arial"/>
          <w:sz w:val="24"/>
          <w:szCs w:val="24"/>
        </w:rPr>
        <w:t xml:space="preserve"> kann existieren </w:t>
      </w:r>
      <w:r w:rsidR="003F1C2A">
        <w:rPr>
          <w:rFonts w:ascii="Arial" w:hAnsi="Arial" w:cs="Arial"/>
          <w:sz w:val="24"/>
          <w:szCs w:val="24"/>
        </w:rPr>
        <w:t xml:space="preserve">16 verschieden Nibbles, die man </w:t>
      </w:r>
      <w:r w:rsidR="00046BE2">
        <w:rPr>
          <w:rFonts w:ascii="Arial" w:hAnsi="Arial" w:cs="Arial"/>
          <w:sz w:val="24"/>
          <w:szCs w:val="24"/>
        </w:rPr>
        <w:t xml:space="preserve">jetzt </w:t>
      </w:r>
      <w:r w:rsidR="003F1C2A">
        <w:rPr>
          <w:rFonts w:ascii="Arial" w:hAnsi="Arial" w:cs="Arial"/>
          <w:sz w:val="24"/>
          <w:szCs w:val="24"/>
        </w:rPr>
        <w:t xml:space="preserve">eindeutig einer </w:t>
      </w:r>
      <w:r w:rsidR="005E2A77">
        <w:rPr>
          <w:rFonts w:ascii="Arial" w:hAnsi="Arial" w:cs="Arial"/>
          <w:sz w:val="24"/>
          <w:szCs w:val="24"/>
        </w:rPr>
        <w:t>Hexziffer</w:t>
      </w:r>
      <w:r w:rsidR="00046BE2">
        <w:rPr>
          <w:rFonts w:ascii="Arial" w:hAnsi="Arial" w:cs="Arial"/>
          <w:sz w:val="24"/>
          <w:szCs w:val="24"/>
        </w:rPr>
        <w:t xml:space="preserve"> zuordnen kann. Wenn </w:t>
      </w:r>
      <w:r w:rsidR="003F1C2A">
        <w:rPr>
          <w:rFonts w:ascii="Arial" w:hAnsi="Arial" w:cs="Arial"/>
          <w:sz w:val="24"/>
          <w:szCs w:val="24"/>
        </w:rPr>
        <w:t>nun eine Binärzahl als Folge von Nibbles erzeugt und jedes Nibble durch seine zugehörige Hexziffer ersetzt</w:t>
      </w:r>
      <w:r w:rsidR="005C6403">
        <w:rPr>
          <w:rFonts w:ascii="Arial" w:hAnsi="Arial" w:cs="Arial"/>
          <w:sz w:val="24"/>
          <w:szCs w:val="24"/>
        </w:rPr>
        <w:t xml:space="preserve"> wird, kann man eine</w:t>
      </w:r>
      <w:r w:rsidR="003F1C2A">
        <w:rPr>
          <w:rFonts w:ascii="Arial" w:hAnsi="Arial" w:cs="Arial"/>
          <w:sz w:val="24"/>
          <w:szCs w:val="24"/>
        </w:rPr>
        <w:t xml:space="preserve"> unleserliche Bitfolge wesentlich kürzer schreiben.</w:t>
      </w:r>
    </w:p>
    <w:p w:rsidR="003F1C2A" w:rsidRDefault="003F1C2A" w:rsidP="000E50D7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:rsidR="003F1C2A" w:rsidRDefault="003F1C2A" w:rsidP="000E50D7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962A79">
        <w:rPr>
          <w:rFonts w:ascii="Arial" w:hAnsi="Arial" w:cs="Arial"/>
          <w:color w:val="FF0000"/>
          <w:sz w:val="24"/>
          <w:szCs w:val="24"/>
        </w:rPr>
        <w:t>0101</w:t>
      </w:r>
      <w:r>
        <w:rPr>
          <w:rFonts w:ascii="Arial" w:hAnsi="Arial" w:cs="Arial"/>
          <w:sz w:val="24"/>
          <w:szCs w:val="24"/>
        </w:rPr>
        <w:t xml:space="preserve">  </w:t>
      </w:r>
      <w:r w:rsidRPr="00962A79">
        <w:rPr>
          <w:rFonts w:ascii="Arial" w:hAnsi="Arial" w:cs="Arial"/>
          <w:color w:val="0070C0"/>
          <w:sz w:val="24"/>
          <w:szCs w:val="24"/>
        </w:rPr>
        <w:t>1011</w:t>
      </w:r>
      <w:r>
        <w:rPr>
          <w:rFonts w:ascii="Arial" w:hAnsi="Arial" w:cs="Arial"/>
          <w:sz w:val="24"/>
          <w:szCs w:val="24"/>
        </w:rPr>
        <w:t xml:space="preserve">  1101  1000  1111  0111  0001 1010  = </w:t>
      </w:r>
      <w:r w:rsidRPr="00962A79">
        <w:rPr>
          <w:rFonts w:ascii="Arial" w:hAnsi="Arial" w:cs="Arial"/>
          <w:color w:val="FF0000"/>
          <w:sz w:val="24"/>
          <w:szCs w:val="24"/>
        </w:rPr>
        <w:t>5</w:t>
      </w:r>
      <w:r w:rsidRPr="00962A79">
        <w:rPr>
          <w:rFonts w:ascii="Arial" w:hAnsi="Arial" w:cs="Arial"/>
          <w:color w:val="0070C0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D8F71A</w:t>
      </w:r>
    </w:p>
    <w:p w:rsidR="002E5542" w:rsidRDefault="002E5542" w:rsidP="000E50D7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:rsidR="002E5542" w:rsidRPr="006E0BBC" w:rsidRDefault="002E5542" w:rsidP="000E50D7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Rückübersetzen einer Hexzahl in eine </w:t>
      </w:r>
      <w:r w:rsidR="008A0602">
        <w:rPr>
          <w:rFonts w:ascii="Arial" w:hAnsi="Arial" w:cs="Arial"/>
          <w:sz w:val="24"/>
          <w:szCs w:val="24"/>
        </w:rPr>
        <w:t>Binärzahl erfolgt</w:t>
      </w:r>
      <w:r>
        <w:rPr>
          <w:rFonts w:ascii="Arial" w:hAnsi="Arial" w:cs="Arial"/>
          <w:sz w:val="24"/>
          <w:szCs w:val="24"/>
        </w:rPr>
        <w:t xml:space="preserve"> indem man jede Hexziffer durch das dazugehörige Nibble ersetzt.</w:t>
      </w:r>
    </w:p>
    <w:p w:rsidR="000C1BCE" w:rsidRDefault="000C1BCE" w:rsidP="000E50D7">
      <w:pPr>
        <w:pStyle w:val="Listenabsatz"/>
        <w:spacing w:line="360" w:lineRule="auto"/>
        <w:ind w:left="0"/>
        <w:rPr>
          <w:rFonts w:ascii="Arial" w:hAnsi="Arial" w:cs="Arial"/>
          <w:b/>
          <w:sz w:val="24"/>
          <w:szCs w:val="24"/>
        </w:rPr>
      </w:pPr>
    </w:p>
    <w:p w:rsidR="000E50D7" w:rsidRDefault="00962A79" w:rsidP="000E50D7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962A79">
        <w:rPr>
          <w:rFonts w:ascii="Arial" w:hAnsi="Arial" w:cs="Arial"/>
          <w:sz w:val="24"/>
          <w:szCs w:val="24"/>
        </w:rPr>
        <w:t>8C</w:t>
      </w:r>
      <w:r>
        <w:rPr>
          <w:rFonts w:ascii="Arial" w:hAnsi="Arial" w:cs="Arial"/>
          <w:sz w:val="24"/>
          <w:szCs w:val="24"/>
        </w:rPr>
        <w:t xml:space="preserve"> =1111 1000 1100</w:t>
      </w:r>
    </w:p>
    <w:p w:rsidR="000E50D7" w:rsidRDefault="000E50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B76BA" w:rsidRDefault="002B76BA" w:rsidP="00113C47">
      <w:pPr>
        <w:pStyle w:val="Listenabsatz"/>
        <w:spacing w:line="360" w:lineRule="auto"/>
        <w:rPr>
          <w:rFonts w:ascii="Arial" w:hAnsi="Arial" w:cs="Arial"/>
          <w:b/>
          <w:sz w:val="24"/>
          <w:szCs w:val="24"/>
        </w:rPr>
      </w:pPr>
      <w:r w:rsidRPr="00426D10">
        <w:rPr>
          <w:rFonts w:ascii="Arial" w:hAnsi="Arial" w:cs="Arial"/>
          <w:b/>
          <w:sz w:val="24"/>
          <w:szCs w:val="24"/>
        </w:rPr>
        <w:lastRenderedPageBreak/>
        <w:t>Potenzen zur Basis 16</w:t>
      </w:r>
    </w:p>
    <w:p w:rsidR="002B76BA" w:rsidRDefault="002B76BA" w:rsidP="00113C47">
      <w:pPr>
        <w:pStyle w:val="Listenabsatz"/>
        <w:spacing w:line="360" w:lineRule="auto"/>
        <w:rPr>
          <w:sz w:val="24"/>
          <w:szCs w:val="24"/>
        </w:rPr>
      </w:pPr>
    </w:p>
    <w:tbl>
      <w:tblPr>
        <w:tblStyle w:val="Tabellenraster"/>
        <w:tblpPr w:leftFromText="141" w:rightFromText="141" w:vertAnchor="text" w:horzAnchor="margin" w:tblpXSpec="center" w:tblpY="35"/>
        <w:tblW w:w="0" w:type="auto"/>
        <w:tblLook w:val="04A0" w:firstRow="1" w:lastRow="0" w:firstColumn="1" w:lastColumn="0" w:noHBand="0" w:noVBand="1"/>
      </w:tblPr>
      <w:tblGrid>
        <w:gridCol w:w="988"/>
        <w:gridCol w:w="2835"/>
        <w:gridCol w:w="1842"/>
      </w:tblGrid>
      <w:tr w:rsidR="00426D10" w:rsidRPr="00C80E37" w:rsidTr="00426D10">
        <w:trPr>
          <w:trHeight w:val="524"/>
        </w:trPr>
        <w:tc>
          <w:tcPr>
            <w:tcW w:w="988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16</w:t>
            </w:r>
            <w:r w:rsidRPr="00144665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835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 xml:space="preserve">16 x 16 x 16 </w:t>
            </w:r>
          </w:p>
        </w:tc>
        <w:tc>
          <w:tcPr>
            <w:tcW w:w="1842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4096</w:t>
            </w:r>
          </w:p>
        </w:tc>
      </w:tr>
      <w:tr w:rsidR="00426D10" w:rsidRPr="00C80E37" w:rsidTr="00426D10">
        <w:trPr>
          <w:trHeight w:val="831"/>
        </w:trPr>
        <w:tc>
          <w:tcPr>
            <w:tcW w:w="988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16</w:t>
            </w:r>
            <w:r w:rsidRPr="00144665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35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(16 x 16 x 16) : 16</w:t>
            </w:r>
            <w:r w:rsidR="00144665">
              <w:rPr>
                <w:rFonts w:ascii="Arial" w:hAnsi="Arial" w:cs="Arial"/>
                <w:sz w:val="24"/>
                <w:szCs w:val="24"/>
              </w:rPr>
              <w:t xml:space="preserve"> =</w:t>
            </w:r>
          </w:p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16 x 16</w:t>
            </w:r>
          </w:p>
        </w:tc>
        <w:tc>
          <w:tcPr>
            <w:tcW w:w="1842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256</w:t>
            </w:r>
          </w:p>
        </w:tc>
      </w:tr>
      <w:tr w:rsidR="00426D10" w:rsidRPr="00C80E37" w:rsidTr="00426D10">
        <w:trPr>
          <w:trHeight w:val="524"/>
        </w:trPr>
        <w:tc>
          <w:tcPr>
            <w:tcW w:w="988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16</w:t>
            </w:r>
            <w:r w:rsidRPr="00144665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835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(16 x 16) :16</w:t>
            </w:r>
            <w:r w:rsidR="00144665">
              <w:rPr>
                <w:rFonts w:ascii="Arial" w:hAnsi="Arial" w:cs="Arial"/>
                <w:sz w:val="24"/>
                <w:szCs w:val="24"/>
              </w:rPr>
              <w:t xml:space="preserve"> =</w:t>
            </w:r>
          </w:p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842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426D10" w:rsidRPr="00C80E37" w:rsidTr="00426D10">
        <w:trPr>
          <w:trHeight w:val="524"/>
        </w:trPr>
        <w:tc>
          <w:tcPr>
            <w:tcW w:w="988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16</w:t>
            </w:r>
            <w:r w:rsidRPr="00144665">
              <w:rPr>
                <w:rFonts w:ascii="Arial" w:hAnsi="Arial" w:cs="Arial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835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16 : 16</w:t>
            </w:r>
          </w:p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= 1</w:t>
            </w:r>
          </w:p>
        </w:tc>
        <w:tc>
          <w:tcPr>
            <w:tcW w:w="1842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26D10" w:rsidRPr="00C80E37" w:rsidTr="00426D10">
        <w:trPr>
          <w:trHeight w:val="524"/>
        </w:trPr>
        <w:tc>
          <w:tcPr>
            <w:tcW w:w="988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16</w:t>
            </w:r>
            <w:r w:rsidRPr="00144665"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2835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 : 16</w:t>
            </w:r>
            <w:r w:rsidR="00144665">
              <w:rPr>
                <w:rFonts w:ascii="Arial" w:hAnsi="Arial" w:cs="Arial"/>
                <w:sz w:val="24"/>
                <w:szCs w:val="24"/>
              </w:rPr>
              <w:t xml:space="preserve"> =</w:t>
            </w:r>
          </w:p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= 1 / 16</w:t>
            </w:r>
          </w:p>
        </w:tc>
        <w:tc>
          <w:tcPr>
            <w:tcW w:w="1842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0,</w:t>
            </w:r>
            <w:r w:rsidR="003D5218">
              <w:rPr>
                <w:rFonts w:ascii="Arial" w:hAnsi="Arial" w:cs="Arial"/>
                <w:sz w:val="24"/>
                <w:szCs w:val="24"/>
              </w:rPr>
              <w:t>0</w:t>
            </w:r>
            <w:r w:rsidRPr="00144665">
              <w:rPr>
                <w:rFonts w:ascii="Arial" w:hAnsi="Arial" w:cs="Arial"/>
                <w:sz w:val="24"/>
                <w:szCs w:val="24"/>
              </w:rPr>
              <w:t>625</w:t>
            </w:r>
          </w:p>
        </w:tc>
      </w:tr>
      <w:tr w:rsidR="00426D10" w:rsidRPr="00C80E37" w:rsidTr="00C80E37">
        <w:trPr>
          <w:trHeight w:val="914"/>
        </w:trPr>
        <w:tc>
          <w:tcPr>
            <w:tcW w:w="988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16</w:t>
            </w:r>
            <w:r w:rsidRPr="00144665">
              <w:rPr>
                <w:rFonts w:ascii="Arial" w:hAnsi="Arial" w:cs="Arial"/>
                <w:sz w:val="24"/>
                <w:szCs w:val="24"/>
                <w:vertAlign w:val="superscript"/>
              </w:rPr>
              <w:t>--2</w:t>
            </w:r>
          </w:p>
        </w:tc>
        <w:tc>
          <w:tcPr>
            <w:tcW w:w="2835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(1 / 16) : 16</w:t>
            </w:r>
            <w:r w:rsidR="00144665">
              <w:rPr>
                <w:rFonts w:ascii="Arial" w:hAnsi="Arial" w:cs="Arial"/>
                <w:sz w:val="24"/>
                <w:szCs w:val="24"/>
              </w:rPr>
              <w:t xml:space="preserve"> =</w:t>
            </w:r>
          </w:p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1 / 256</w:t>
            </w:r>
          </w:p>
        </w:tc>
        <w:tc>
          <w:tcPr>
            <w:tcW w:w="1842" w:type="dxa"/>
            <w:vAlign w:val="center"/>
          </w:tcPr>
          <w:p w:rsidR="00426D10" w:rsidRPr="00144665" w:rsidRDefault="00426D10" w:rsidP="00113C47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4665">
              <w:rPr>
                <w:rFonts w:ascii="Arial" w:hAnsi="Arial" w:cs="Arial"/>
                <w:sz w:val="24"/>
                <w:szCs w:val="24"/>
              </w:rPr>
              <w:t>0,00390625</w:t>
            </w:r>
          </w:p>
        </w:tc>
      </w:tr>
    </w:tbl>
    <w:p w:rsidR="002B76BA" w:rsidRPr="00C80E37" w:rsidRDefault="00CE1D3F" w:rsidP="00113C47">
      <w:pPr>
        <w:pStyle w:val="Listenabsatz"/>
        <w:spacing w:line="360" w:lineRule="auto"/>
        <w:rPr>
          <w:rFonts w:ascii="Arial" w:hAnsi="Arial" w:cs="Arial"/>
          <w:sz w:val="28"/>
          <w:szCs w:val="28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4C6A46C" wp14:editId="739E9940">
                <wp:simplePos x="0" y="0"/>
                <wp:positionH relativeFrom="margin">
                  <wp:posOffset>4732020</wp:posOffset>
                </wp:positionH>
                <wp:positionV relativeFrom="paragraph">
                  <wp:posOffset>107950</wp:posOffset>
                </wp:positionV>
                <wp:extent cx="914400" cy="485775"/>
                <wp:effectExtent l="19050" t="0" r="19050" b="47625"/>
                <wp:wrapNone/>
                <wp:docPr id="254" name="Gruppieren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0" y="0"/>
                          <a:chExt cx="914400" cy="485775"/>
                        </a:xfrm>
                      </wpg:grpSpPr>
                      <wps:wsp>
                        <wps:cNvPr id="255" name="Nach links gekrümmter Pfeil 255"/>
                        <wps:cNvSpPr/>
                        <wps:spPr>
                          <a:xfrm>
                            <a:off x="0" y="0"/>
                            <a:ext cx="266700" cy="485775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Textfeld 256"/>
                        <wps:cNvSpPr txBox="1"/>
                        <wps:spPr>
                          <a:xfrm>
                            <a:off x="314325" y="104775"/>
                            <a:ext cx="6000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2B76BA">
                              <w:r>
                                <w:t>: 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6A46C" id="Gruppieren 254" o:spid="_x0000_s1026" style="position:absolute;left:0;text-align:left;margin-left:372.6pt;margin-top:8.5pt;width:1in;height:38.25pt;z-index:251696128;mso-position-horizontal-relative:margin" coordsize="9144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">
                <v:shapetype id="_x0000_t103" coordsize="21600,21600" o:spt="103" adj="12960,19440,7200" path="wr@22,0@21@3,,0@21@4@22@14@21@1@21@7@2@12l@2@13,0@8@2@11at@22,0@21@3@2@10@24@16@22@14@21@1@24@16,0@14xear@22@14@21@1@21@7@24@1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0,@15;@2,@11;0,@8;@2,@13;@21,@16" o:connectangles="180,180,180,90,0" textboxrect="@43,@41,@44,@42"/>
                  <v:handles>
                    <v:h position="topLeft,#0" yrange="@37,@27"/>
                    <v:h position="topLeft,#1" yrange="@25,@20"/>
                    <v:h position="#2,bottomRight" xrange="0,@40"/>
                  </v:handles>
                  <o:complex v:ext="view"/>
                </v:shapetype>
                <v:shape id="Nach links gekrümmter Pfeil 255" o:spid="_x0000_s1027" type="#_x0000_t103" style="position:absolute;width:2667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4Nz8UA&#10;AADcAAAADwAAAGRycy9kb3ducmV2LnhtbESPQWvCQBSE7wX/w/IEb3VjIKVEV1FbSz0IGgNeH9ln&#10;Esy+DdlV03/vCgWPw8x8w8wWvWnEjTpXW1YwGUcgiAuray4V5MfN+ycI55E1NpZJwR85WMwHbzNM&#10;tb3zgW6ZL0WAsEtRQeV9m0rpiooMurFtiYN3tp1BH2RXSt3hPcBNI+Mo+pAGaw4LFba0rqi4ZFej&#10;IPNf+meX7FZ5sjle4sP2e7895UqNhv1yCsJT71/h//avVhAnCTzPhCM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g3PxQAAANwAAAAPAAAAAAAAAAAAAAAAAJgCAABkcnMv&#10;ZG93bnJldi54bWxQSwUGAAAAAAQABAD1AAAAigMAAAAA&#10;" adj="15671,20118,5400" fillcolor="#5b9bd5 [3204]" strokecolor="#1f4d78 [160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56" o:spid="_x0000_s1028" type="#_x0000_t202" style="position:absolute;left:3143;top:1047;width:6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GJBcQA&#10;AADcAAAADwAAAGRycy9kb3ducmV2LnhtbESPX2vCQBDE34V+h2MF3/TiXyR6SmgpLSqU2r74tuS2&#10;SWhuL+S2Gr99TxB8HGbmN8x627lanakNlWcD41ECijj3tuLCwPfX63AJKgiyxdozGbhSgO3mqbfG&#10;1PoLf9L5KIWKEA4pGihFmlTrkJfkMIx8Qxy9H986lCjbQtsWLxHuaj1JkoV2WHFcKLGh55Ly3+Of&#10;M7CbnfBlKnu6CncfWfa2bGbhYMyg32UrUEKdPML39rs1MJkv4HYmHgG9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xiQXEAAAA3A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 w:rsidP="002B76BA">
                        <w:r>
                          <w:t>: 16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C70CFAA" wp14:editId="5EDB5152">
                <wp:simplePos x="0" y="0"/>
                <wp:positionH relativeFrom="column">
                  <wp:posOffset>-239395</wp:posOffset>
                </wp:positionH>
                <wp:positionV relativeFrom="paragraph">
                  <wp:posOffset>107949</wp:posOffset>
                </wp:positionV>
                <wp:extent cx="1266825" cy="495300"/>
                <wp:effectExtent l="0" t="0" r="47625" b="38100"/>
                <wp:wrapNone/>
                <wp:docPr id="248" name="Gruppieren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495300"/>
                          <a:chOff x="0" y="1"/>
                          <a:chExt cx="1266825" cy="495300"/>
                        </a:xfrm>
                      </wpg:grpSpPr>
                      <wps:wsp>
                        <wps:cNvPr id="249" name="Nach rechts gekrümmter Pfeil 249"/>
                        <wps:cNvSpPr/>
                        <wps:spPr>
                          <a:xfrm>
                            <a:off x="933450" y="1"/>
                            <a:ext cx="333375" cy="495300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Textfeld 250"/>
                        <wps:cNvSpPr txBox="1"/>
                        <wps:spPr>
                          <a:xfrm>
                            <a:off x="0" y="133350"/>
                            <a:ext cx="8953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2B76BA">
                              <w:r>
                                <w:t>Hochzahl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70CFAA" id="Gruppieren 248" o:spid="_x0000_s1029" style="position:absolute;left:0;text-align:left;margin-left:-18.85pt;margin-top:8.5pt;width:99.75pt;height:39pt;z-index:251700224;mso-height-relative:margin" coordorigin="" coordsize="12668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">
                <v:shapetype id="_x0000_t102" coordsize="21600,21600" o:spt="102" adj="12960,19440,14400" path="ar,0@23@3@22,,0@4,0@15@23@1,0@7@2@13l@2@14@22@8@2@12wa,0@23@3@2@11@26@17,0@15@23@1@26@17@22@15xear,0@23@3,0@4@26@17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0,@17;@2,@14;@22,@8;@2,@12;@22,@16" o:connectangles="180,90,0,0,0" textboxrect="@47,@45,@48,@46"/>
                  <v:handles>
                    <v:h position="bottomRight,#0" yrange="@40,@29"/>
                    <v:h position="bottomRight,#1" yrange="@27,@21"/>
                    <v:h position="#2,bottomRight" xrange="@44,@22"/>
                  </v:handles>
                  <o:complex v:ext="view"/>
                </v:shapetype>
                <v:shape id="Nach rechts gekrümmter Pfeil 249" o:spid="_x0000_s1030" type="#_x0000_t102" style="position:absolute;left:9334;width:3334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7QCMUA&#10;AADcAAAADwAAAGRycy9kb3ducmV2LnhtbESP0WrCQBRE3wX/YbmCL6KbimiTukortPRJMPYDrtnb&#10;bDB7N2a3Gv36riD4OMzMGWa57mwtztT6yrGCl0kCgrhwuuJSwc/+c/wKwgdkjbVjUnAlD+tVv7fE&#10;TLsL7+ich1JECPsMFZgQmkxKXxiy6CeuIY7er2sthijbUuoWLxFuazlNkrm0WHFcMNjQxlBxzP+s&#10;glFh9HZ2Gx22N2c+vnZpvjilV6WGg+79DUSgLjzDj/a3VjCdpXA/E4+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tAIxQAAANwAAAAPAAAAAAAAAAAAAAAAAJgCAABkcnMv&#10;ZG93bnJldi54bWxQSwUGAAAAAAQABAD1AAAAigMAAAAA&#10;" adj="14331,19783,16200" fillcolor="#5b9bd5 [3204]" strokecolor="#1f4d78 [1604]" strokeweight="1pt"/>
                <v:shape id="Textfeld 250" o:spid="_x0000_s1031" type="#_x0000_t202" style="position:absolute;top:1333;width:895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S06sEA&#10;AADcAAAADwAAAGRycy9kb3ducmV2LnhtbERPS2vCQBC+F/wPywje6qZqi6SuElpEUaH4uHgbstMk&#10;NDsbsqPGf+8ehB4/vvds0blaXakNlWcDb8MEFHHubcWFgdNx+ToFFQTZYu2ZDNwpwGLee5lhav2N&#10;93Q9SKFiCIcUDZQiTap1yEtyGIa+IY7cr28dSoRtoW2Ltxjuaj1Kkg/tsOLYUGJDXyXlf4eLM7CZ&#10;nPF7LFu6C3c/WbaaNpOwM2bQ77JPUEKd/Iuf7rU1MHqP8+OZeAT0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UtOrBAAAA3AAAAA8AAAAAAAAAAAAAAAAAmAIAAGRycy9kb3du&#10;cmV2LnhtbFBLBQYAAAAABAAEAPUAAACGAwAAAAA=&#10;" fillcolor="white [3201]" strokecolor="white [3212]" strokeweight=".5pt">
                  <v:textbox>
                    <w:txbxContent>
                      <w:p w:rsidR="001D75EF" w:rsidRDefault="001D75EF" w:rsidP="002B76BA">
                        <w:r>
                          <w:t>Hochzahl 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B76BA" w:rsidRPr="00143F7F" w:rsidRDefault="00144665" w:rsidP="00113C47">
      <w:pPr>
        <w:spacing w:line="360" w:lineRule="auto"/>
        <w:rPr>
          <w:b/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ECBA935" wp14:editId="062717BF">
                <wp:simplePos x="0" y="0"/>
                <wp:positionH relativeFrom="margin">
                  <wp:posOffset>4732020</wp:posOffset>
                </wp:positionH>
                <wp:positionV relativeFrom="paragraph">
                  <wp:posOffset>240665</wp:posOffset>
                </wp:positionV>
                <wp:extent cx="914400" cy="485775"/>
                <wp:effectExtent l="19050" t="0" r="19050" b="47625"/>
                <wp:wrapNone/>
                <wp:docPr id="251" name="Gruppieren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0" y="0"/>
                          <a:chExt cx="914400" cy="485775"/>
                        </a:xfrm>
                      </wpg:grpSpPr>
                      <wps:wsp>
                        <wps:cNvPr id="252" name="Nach links gekrümmter Pfeil 252"/>
                        <wps:cNvSpPr/>
                        <wps:spPr>
                          <a:xfrm>
                            <a:off x="0" y="0"/>
                            <a:ext cx="266700" cy="485775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Textfeld 253"/>
                        <wps:cNvSpPr txBox="1"/>
                        <wps:spPr>
                          <a:xfrm>
                            <a:off x="314325" y="104775"/>
                            <a:ext cx="6000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2B76BA">
                              <w:r>
                                <w:t>: 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BA935" id="Gruppieren 251" o:spid="_x0000_s1032" style="position:absolute;margin-left:372.6pt;margin-top:18.95pt;width:1in;height:38.25pt;z-index:251697152;mso-position-horizontal-relative:margin" coordsize="9144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">
                <v:shape id="Nach links gekrümmter Pfeil 252" o:spid="_x0000_s1033" type="#_x0000_t103" style="position:absolute;width:2667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eVu8UA&#10;AADcAAAADwAAAGRycy9kb3ducmV2LnhtbESPQWvCQBSE7wX/w/IEb3VjIKVEV1FbSz0IGgNeH9ln&#10;Esy+DdlV03/vCgWPw8x8w8wWvWnEjTpXW1YwGUcgiAuray4V5MfN+ycI55E1NpZJwR85WMwHbzNM&#10;tb3zgW6ZL0WAsEtRQeV9m0rpiooMurFtiYN3tp1BH2RXSt3hPcBNI+Mo+pAGaw4LFba0rqi4ZFej&#10;IPNf+meX7FZ5sjle4sP2e7895UqNhv1yCsJT71/h//avVhAnMTzPhCM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l5W7xQAAANwAAAAPAAAAAAAAAAAAAAAAAJgCAABkcnMv&#10;ZG93bnJldi54bWxQSwUGAAAAAAQABAD1AAAAigMAAAAA&#10;" adj="15671,20118,5400" fillcolor="#5b9bd5 [3204]" strokecolor="#1f4d78 [1604]" strokeweight="1pt"/>
                <v:shape id="Textfeld 253" o:spid="_x0000_s1034" type="#_x0000_t202" style="position:absolute;left:3143;top:1047;width:6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YqncQA&#10;AADcAAAADwAAAGRycy9kb3ducmV2LnhtbESPQWvCQBSE7wX/w/IEb7qpWpHoKqFFLK0gtV68PbLP&#10;JDT7NmSfGv99tyD0OMzMN8xy3blaXakNlWcDz6MEFHHubcWFgeP3ZjgHFQTZYu2ZDNwpwHrVe1pi&#10;av2Nv+h6kEJFCIcUDZQiTap1yEtyGEa+IY7e2bcOJcq20LbFW4S7Wo+TZKYdVhwXSmzotaT853Bx&#10;Bj6mJ3ybyCfdhbt9lm3nzTTsjBn0u2wBSqiT//Cj/W4NjF8m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GKp3EAAAA3A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 w:rsidP="002B76BA">
                        <w:r>
                          <w:t>: 16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3BA8CAF" wp14:editId="16B3D7F7">
                <wp:simplePos x="0" y="0"/>
                <wp:positionH relativeFrom="column">
                  <wp:posOffset>-233045</wp:posOffset>
                </wp:positionH>
                <wp:positionV relativeFrom="paragraph">
                  <wp:posOffset>243205</wp:posOffset>
                </wp:positionV>
                <wp:extent cx="1266825" cy="485775"/>
                <wp:effectExtent l="0" t="0" r="47625" b="47625"/>
                <wp:wrapNone/>
                <wp:docPr id="245" name="Gruppieren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485775"/>
                          <a:chOff x="0" y="1"/>
                          <a:chExt cx="1266825" cy="495300"/>
                        </a:xfrm>
                      </wpg:grpSpPr>
                      <wps:wsp>
                        <wps:cNvPr id="246" name="Nach rechts gekrümmter Pfeil 246"/>
                        <wps:cNvSpPr/>
                        <wps:spPr>
                          <a:xfrm>
                            <a:off x="933450" y="1"/>
                            <a:ext cx="333375" cy="495300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feld 247"/>
                        <wps:cNvSpPr txBox="1"/>
                        <wps:spPr>
                          <a:xfrm>
                            <a:off x="0" y="133350"/>
                            <a:ext cx="8953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2B76BA">
                              <w:r>
                                <w:t>Hochzahl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BA8CAF" id="Gruppieren 245" o:spid="_x0000_s1035" style="position:absolute;margin-left:-18.35pt;margin-top:19.15pt;width:99.75pt;height:38.25pt;z-index:251701248;mso-height-relative:margin" coordorigin="" coordsize="12668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">
                <v:shape id="Nach rechts gekrümmter Pfeil 246" o:spid="_x0000_s1036" type="#_x0000_t102" style="position:absolute;left:9334;width:3334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FEesYA&#10;AADcAAAADwAAAGRycy9kb3ducmV2LnhtbESP0WrCQBRE3wv9h+UWfJG6UURrzEaqYOmTYNoPuGav&#10;2WD2bppdNfr13ULBx2FmzjDZqreNuFDna8cKxqMEBHHpdM2Vgu+v7esbCB+QNTaOScGNPKzy56cM&#10;U+2uvKdLESoRIexTVGBCaFMpfWnIoh+5ljh6R9dZDFF2ldQdXiPcNnKSJDNpsea4YLCljaHyVJyt&#10;gmFp9G56Hx52d2fWH/tFMf9Z3JQavPTvSxCB+vAI/7c/tYLJdAZ/Z+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FEesYAAADcAAAADwAAAAAAAAAAAAAAAACYAgAAZHJz&#10;L2Rvd25yZXYueG1sUEsFBgAAAAAEAAQA9QAAAIsDAAAAAA==&#10;" adj="14331,19783,16200" fillcolor="#5b9bd5 [3204]" strokecolor="#1f4d78 [1604]" strokeweight="1pt"/>
                <v:shape id="Textfeld 247" o:spid="_x0000_s1037" type="#_x0000_t202" style="position:absolute;top:1333;width:895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S6Q8UA&#10;AADcAAAADwAAAGRycy9kb3ducmV2LnhtbESPX2vCQBDE3wt+h2MLfdNLbagSPSUo0mILxT8vvi25&#10;bRKa2wu5rcZv3xOEPg4z8xtmvuxdo87UhdqzgedRAoq48Lbm0sDxsBlOQQVBtth4JgNXCrBcDB7m&#10;mFl/4R2d91KqCOGQoYFKpM20DkVFDsPIt8TR+/adQ4myK7Xt8BLhrtHjJHnVDmuOCxW2tKqo+Nn/&#10;OgPb9ITrF/mgq3D/ledv0zYNn8Y8Pfb5DJRQL//he/vdGhinE7id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LpDxQAAANwAAAAPAAAAAAAAAAAAAAAAAJgCAABkcnMv&#10;ZG93bnJldi54bWxQSwUGAAAAAAQABAD1AAAAigMAAAAA&#10;" fillcolor="white [3201]" strokecolor="white [3212]" strokeweight=".5pt">
                  <v:textbox>
                    <w:txbxContent>
                      <w:p w:rsidR="001D75EF" w:rsidRDefault="001D75EF" w:rsidP="002B76BA">
                        <w:r>
                          <w:t>Hochzahl 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6D10" w:rsidRDefault="00144665" w:rsidP="00113C47">
      <w:pPr>
        <w:spacing w:line="360" w:lineRule="auto"/>
        <w:rPr>
          <w:b/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01D6DDE" wp14:editId="440CA248">
                <wp:simplePos x="0" y="0"/>
                <wp:positionH relativeFrom="column">
                  <wp:posOffset>-239395</wp:posOffset>
                </wp:positionH>
                <wp:positionV relativeFrom="paragraph">
                  <wp:posOffset>393065</wp:posOffset>
                </wp:positionV>
                <wp:extent cx="1266825" cy="476250"/>
                <wp:effectExtent l="0" t="0" r="47625" b="38100"/>
                <wp:wrapNone/>
                <wp:docPr id="242" name="Gruppieren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476250"/>
                          <a:chOff x="0" y="1"/>
                          <a:chExt cx="1266825" cy="495300"/>
                        </a:xfrm>
                      </wpg:grpSpPr>
                      <wps:wsp>
                        <wps:cNvPr id="243" name="Nach rechts gekrümmter Pfeil 243"/>
                        <wps:cNvSpPr/>
                        <wps:spPr>
                          <a:xfrm>
                            <a:off x="933450" y="1"/>
                            <a:ext cx="333375" cy="495300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Textfeld 244"/>
                        <wps:cNvSpPr txBox="1"/>
                        <wps:spPr>
                          <a:xfrm>
                            <a:off x="0" y="133350"/>
                            <a:ext cx="8953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2B76BA">
                              <w:r>
                                <w:t>Hochzahl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1D6DDE" id="Gruppieren 242" o:spid="_x0000_s1038" style="position:absolute;margin-left:-18.85pt;margin-top:30.95pt;width:99.75pt;height:37.5pt;z-index:251702272;mso-height-relative:margin" coordorigin="" coordsize="12668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">
                <v:shape id="Nach rechts gekrümmter Pfeil 243" o:spid="_x0000_s1039" type="#_x0000_t102" style="position:absolute;left:9334;width:3334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bn4sUA&#10;AADcAAAADwAAAGRycy9kb3ducmV2LnhtbESP0WoCMRRE3wv9h3ALvkjNVsXW1ShaqPRJcO0HXDfX&#10;zeLmZruJuvr1RhB8HGbmDDOdt7YSJ2p86VjBRy8BQZw7XXKh4G/78/4FwgdkjZVjUnAhD/PZ68sU&#10;U+3OvKFTFgoRIexTVGBCqFMpfW7Iou+5mjh6e9dYDFE2hdQNniPcVrKfJCNpseS4YLCmb0P5ITta&#10;Bd3c6PXw2t2tr84sV5tx9vk/vijVeWsXExCB2vAMP9q/WkF/OID7mXg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hufixQAAANwAAAAPAAAAAAAAAAAAAAAAAJgCAABkcnMv&#10;ZG93bnJldi54bWxQSwUGAAAAAAQABAD1AAAAigMAAAAA&#10;" adj="14331,19783,16200" fillcolor="#5b9bd5 [3204]" strokecolor="#1f4d78 [1604]" strokeweight="1pt"/>
                <v:shape id="Textfeld 244" o:spid="_x0000_s1040" type="#_x0000_t202" style="position:absolute;top:1333;width:895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YkNMQA&#10;AADcAAAADwAAAGRycy9kb3ducmV2LnhtbESPQWvCQBSE74L/YXlCb7qpDSLRVUJLadGCqL309sg+&#10;k9Ds25B91fjvXaHgcZiZb5jluneNOlMXas8GnicJKOLC25pLA9/H9/EcVBBki41nMnClAOvVcLDE&#10;zPoL7+l8kFJFCIcMDVQibaZ1KCpyGCa+JY7eyXcOJcqu1LbDS4S7Rk+TZKYd1hwXKmzptaLi9/Dn&#10;DGzSH3x7kS1dhftdnn/M2zR8GfM06vMFKKFeHuH/9qc1ME1TuJ+JR0C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2JDTEAAAA3A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 w:rsidP="002B76BA">
                        <w:r>
                          <w:t>Hochzahl 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6D10" w:rsidRDefault="00CE1D3F" w:rsidP="00113C47">
      <w:pPr>
        <w:spacing w:line="360" w:lineRule="auto"/>
        <w:rPr>
          <w:b/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4819986E" wp14:editId="18F98689">
                <wp:simplePos x="0" y="0"/>
                <wp:positionH relativeFrom="column">
                  <wp:posOffset>4735830</wp:posOffset>
                </wp:positionH>
                <wp:positionV relativeFrom="paragraph">
                  <wp:posOffset>21590</wp:posOffset>
                </wp:positionV>
                <wp:extent cx="914400" cy="485775"/>
                <wp:effectExtent l="19050" t="0" r="19050" b="47625"/>
                <wp:wrapNone/>
                <wp:docPr id="233" name="Gruppieren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0" y="0"/>
                          <a:chExt cx="914400" cy="485775"/>
                        </a:xfrm>
                      </wpg:grpSpPr>
                      <wps:wsp>
                        <wps:cNvPr id="234" name="Nach links gekrümmter Pfeil 234"/>
                        <wps:cNvSpPr/>
                        <wps:spPr>
                          <a:xfrm>
                            <a:off x="0" y="0"/>
                            <a:ext cx="266700" cy="485775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feld 235"/>
                        <wps:cNvSpPr txBox="1"/>
                        <wps:spPr>
                          <a:xfrm>
                            <a:off x="314325" y="104775"/>
                            <a:ext cx="6000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2B76BA">
                              <w:r>
                                <w:t>: 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19986E" id="Gruppieren 233" o:spid="_x0000_s1041" style="position:absolute;margin-left:372.9pt;margin-top:1.7pt;width:1in;height:38.25pt;z-index:251699200" coordsize="9144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">
                <v:shape id="Nach links gekrümmter Pfeil 234" o:spid="_x0000_s1042" type="#_x0000_t103" style="position:absolute;width:2667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1N9MYA&#10;AADcAAAADwAAAGRycy9kb3ducmV2LnhtbESPT2vCQBTE74V+h+UVvNWNsRaJruKfWvQgaAx4fWSf&#10;STD7NmS3mn57tyD0OMzMb5jpvDO1uFHrKssKBv0IBHFudcWFguy0eR+DcB5ZY22ZFPySg/ns9WWK&#10;ibZ3PtIt9YUIEHYJKii9bxIpXV6SQde3DXHwLrY16INsC6lbvAe4qWUcRZ/SYMVhocSGViXl1/TH&#10;KEj9Wn/vR/tlNtqcrvFx93XYnTOlem/dYgLCU+f/w8/2ViuIhx/wdyY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1N9MYAAADcAAAADwAAAAAAAAAAAAAAAACYAgAAZHJz&#10;L2Rvd25yZXYueG1sUEsFBgAAAAAEAAQA9QAAAIsDAAAAAA==&#10;" adj="15671,20118,5400" fillcolor="#5b9bd5 [3204]" strokecolor="#1f4d78 [1604]" strokeweight="1pt"/>
                <v:shape id="Textfeld 235" o:spid="_x0000_s1043" type="#_x0000_t202" style="position:absolute;left:3143;top:1047;width:6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y0sQA&#10;AADcAAAADwAAAGRycy9kb3ducmV2LnhtbESPQWvCQBSE7wX/w/IEb7qpWpHoKqFFLK0gtV68PbLP&#10;JDT7NmSfGv99tyD0OMzMN8xy3blaXakNlWcDz6MEFHHubcWFgeP3ZjgHFQTZYu2ZDNwpwHrVe1pi&#10;av2Nv+h6kEJFCIcUDZQiTap1yEtyGEa+IY7e2bcOJcq20LbFW4S7Wo+TZKYdVhwXSmzotaT853Bx&#10;Bj6mJ3ybyCfdhbt9lm3nzTTsjBn0u2wBSqiT//Cj/W4NjCcv8HcmHg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88tLEAAAA3A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 w:rsidP="002B76BA">
                        <w:r>
                          <w:t>: 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6D10" w:rsidRDefault="00144665" w:rsidP="00113C47">
      <w:pPr>
        <w:spacing w:line="360" w:lineRule="auto"/>
        <w:rPr>
          <w:b/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719897FA" wp14:editId="060B3B53">
                <wp:simplePos x="0" y="0"/>
                <wp:positionH relativeFrom="margin">
                  <wp:posOffset>4735195</wp:posOffset>
                </wp:positionH>
                <wp:positionV relativeFrom="paragraph">
                  <wp:posOffset>165100</wp:posOffset>
                </wp:positionV>
                <wp:extent cx="914400" cy="485775"/>
                <wp:effectExtent l="19050" t="0" r="19050" b="47625"/>
                <wp:wrapNone/>
                <wp:docPr id="227" name="Gruppieren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0" y="0"/>
                          <a:chExt cx="914400" cy="485775"/>
                        </a:xfrm>
                      </wpg:grpSpPr>
                      <wps:wsp>
                        <wps:cNvPr id="228" name="Nach links gekrümmter Pfeil 228"/>
                        <wps:cNvSpPr/>
                        <wps:spPr>
                          <a:xfrm>
                            <a:off x="0" y="0"/>
                            <a:ext cx="266700" cy="485775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Textfeld 229"/>
                        <wps:cNvSpPr txBox="1"/>
                        <wps:spPr>
                          <a:xfrm>
                            <a:off x="314325" y="104775"/>
                            <a:ext cx="6000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2B76BA">
                              <w:r>
                                <w:t>: 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897FA" id="Gruppieren 227" o:spid="_x0000_s1044" style="position:absolute;margin-left:372.85pt;margin-top:13pt;width:1in;height:38.25pt;z-index:251698176;mso-position-horizontal-relative:margin" coordsize="9144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">
                <v:shape id="Nach links gekrümmter Pfeil 228" o:spid="_x0000_s1045" type="#_x0000_t103" style="position:absolute;width:2667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RLMMA&#10;AADcAAAADwAAAGRycy9kb3ducmV2LnhtbERPTWvCQBC9C/6HZQredNNASkldRW0j9SDUGOh1yE6T&#10;YHY2ZNck/vvuodDj432vt5NpxUC9aywreF5FIIhLqxuuFBTXbPkKwnlkja1lUvAgB9vNfLbGVNuR&#10;LzTkvhIhhF2KCmrvu1RKV9Zk0K1sRxy4H9sb9AH2ldQ9jiHctDKOohdpsOHQUGNHh5rKW343CnL/&#10;ro/n5Lwvkux6iy+nj6/Td6HU4mnavYHwNPl/8Z/7UyuI47A2nAlH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nRLMMAAADcAAAADwAAAAAAAAAAAAAAAACYAgAAZHJzL2Rv&#10;d25yZXYueG1sUEsFBgAAAAAEAAQA9QAAAIgDAAAAAA==&#10;" adj="15671,20118,5400" fillcolor="#5b9bd5 [3204]" strokecolor="#1f4d78 [1604]" strokeweight="1pt"/>
                <v:shape id="Textfeld 229" o:spid="_x0000_s1046" type="#_x0000_t202" style="position:absolute;left:3143;top:1047;width:6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huCsQA&#10;AADcAAAADwAAAGRycy9kb3ducmV2LnhtbESPQWvCQBSE74X+h+UJvenGVMSmrhIq0lIFqXrp7ZF9&#10;JsHs25B91fjvuwWhx2FmvmHmy9416kJdqD0bGI8SUMSFtzWXBo6H9XAGKgiyxcYzGbhRgOXi8WGO&#10;mfVX/qLLXkoVIRwyNFCJtJnWoajIYRj5ljh6J985lCi7UtsOrxHuGp0myVQ7rDkuVNjSW0XFef/j&#10;DHxOvnH1LBu6Cfe7PH+ftZOwNeZp0OevoIR6+Q/f2x/WQJq+wN+ZeAT0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obgrEAAAA3A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 w:rsidP="002B76BA">
                        <w:r>
                          <w:t>: 16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5E1C4F1" wp14:editId="414CF345">
                <wp:simplePos x="0" y="0"/>
                <wp:positionH relativeFrom="column">
                  <wp:posOffset>-248920</wp:posOffset>
                </wp:positionH>
                <wp:positionV relativeFrom="paragraph">
                  <wp:posOffset>192405</wp:posOffset>
                </wp:positionV>
                <wp:extent cx="1266825" cy="438150"/>
                <wp:effectExtent l="0" t="0" r="47625" b="38100"/>
                <wp:wrapNone/>
                <wp:docPr id="239" name="Gruppieren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438150"/>
                          <a:chOff x="0" y="1"/>
                          <a:chExt cx="1266825" cy="514350"/>
                        </a:xfrm>
                      </wpg:grpSpPr>
                      <wps:wsp>
                        <wps:cNvPr id="240" name="Nach rechts gekrümmter Pfeil 240"/>
                        <wps:cNvSpPr/>
                        <wps:spPr>
                          <a:xfrm>
                            <a:off x="933450" y="1"/>
                            <a:ext cx="333375" cy="514350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Textfeld 241"/>
                        <wps:cNvSpPr txBox="1"/>
                        <wps:spPr>
                          <a:xfrm>
                            <a:off x="0" y="133350"/>
                            <a:ext cx="8953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2B76BA">
                              <w:r>
                                <w:t>Hochzahl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E1C4F1" id="Gruppieren 239" o:spid="_x0000_s1047" style="position:absolute;margin-left:-19.6pt;margin-top:15.15pt;width:99.75pt;height:34.5pt;z-index:251703296;mso-height-relative:margin" coordorigin="" coordsize="12668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">
                <v:shape id="Nach rechts gekrümmter Pfeil 240" o:spid="_x0000_s1048" type="#_x0000_t102" style="position:absolute;left:9334;width:3334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6pksEA&#10;AADcAAAADwAAAGRycy9kb3ducmV2LnhtbERPy4rCMBTdC/MP4Q7MTtPKMEg1io7WcaX4ApeX5tqU&#10;aW5Kk9HO35uF4PJw3pNZZ2txo9ZXjhWkgwQEceF0xaWC0zHvj0D4gKyxdkwK/snDbPrWm2Cm3Z33&#10;dDuEUsQQ9hkqMCE0mZS+MGTRD1xDHLmray2GCNtS6hbvMdzWcpgkX9JixbHBYEPfhorfw59VsMzX&#10;/LM+77bby2pfL1JKzULnSn28d/MxiEBdeImf7o1WMPyM8+OZeATk9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uqZLBAAAA3AAAAA8AAAAAAAAAAAAAAAAAmAIAAGRycy9kb3du&#10;cmV2LnhtbFBLBQYAAAAABAAEAPUAAACGAwAAAAA=&#10;" adj="14600,19850,16200" fillcolor="#5b9bd5 [3204]" strokecolor="#1f4d78 [1604]" strokeweight="1pt"/>
                <v:shape id="Textfeld 241" o:spid="_x0000_s1049" type="#_x0000_t202" style="position:absolute;top:1333;width:895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GHrMQA&#10;AADcAAAADwAAAGRycy9kb3ducmV2LnhtbESPQWvCQBSE7wX/w/KE3upGDUWiqwRFLG2hVL14e2Sf&#10;STD7NmSfGv99t1DocZiZb5jFqneNulEXas8GxqMEFHHhbc2lgeNh+zIDFQTZYuOZDDwowGo5eFpg&#10;Zv2dv+m2l1JFCIcMDVQibaZ1KCpyGEa+JY7e2XcOJcqu1LbDe4S7Rk+S5FU7rDkuVNjSuqLisr86&#10;A+/pCTdT+aCHcP+V57tZm4ZPY56HfT4HJdTLf/iv/WYNTNIx/J6JR0A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Bh6zEAAAA3A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 w:rsidP="002B76BA">
                        <w:r>
                          <w:t>Hochzahl 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6D10" w:rsidRDefault="00144665" w:rsidP="00113C47">
      <w:pPr>
        <w:spacing w:line="360" w:lineRule="auto"/>
        <w:rPr>
          <w:b/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7EF8909" wp14:editId="3B690CB7">
                <wp:simplePos x="0" y="0"/>
                <wp:positionH relativeFrom="margin">
                  <wp:posOffset>4732020</wp:posOffset>
                </wp:positionH>
                <wp:positionV relativeFrom="paragraph">
                  <wp:posOffset>318135</wp:posOffset>
                </wp:positionV>
                <wp:extent cx="914400" cy="485775"/>
                <wp:effectExtent l="19050" t="0" r="19050" b="47625"/>
                <wp:wrapNone/>
                <wp:docPr id="230" name="Gruppieren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485775"/>
                          <a:chOff x="0" y="0"/>
                          <a:chExt cx="914400" cy="485775"/>
                        </a:xfrm>
                      </wpg:grpSpPr>
                      <wps:wsp>
                        <wps:cNvPr id="231" name="Nach links gekrümmter Pfeil 231"/>
                        <wps:cNvSpPr/>
                        <wps:spPr>
                          <a:xfrm>
                            <a:off x="0" y="0"/>
                            <a:ext cx="266700" cy="485775"/>
                          </a:xfrm>
                          <a:prstGeom prst="curved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Textfeld 232"/>
                        <wps:cNvSpPr txBox="1"/>
                        <wps:spPr>
                          <a:xfrm>
                            <a:off x="314325" y="104775"/>
                            <a:ext cx="60007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2B76BA">
                              <w:r>
                                <w:t>:16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EF8909" id="Gruppieren 230" o:spid="_x0000_s1050" style="position:absolute;margin-left:372.6pt;margin-top:25.05pt;width:1in;height:38.25pt;z-index:251704320;mso-position-horizontal-relative:margin" coordsize="9144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">
                <v:shape id="Nach links gekrümmter Pfeil 231" o:spid="_x0000_s1051" type="#_x0000_t103" style="position:absolute;width:2667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rubMYA&#10;AADcAAAADwAAAGRycy9kb3ducmV2LnhtbESPQWvCQBSE74X+h+UVeqsbUxRJXUVtlXoQNAZ6fWSf&#10;STD7NmTXJP333YLgcZiZb5j5cjC16Kh1lWUF41EEgji3uuJCQXbevs1AOI+ssbZMCn7JwXLx/DTH&#10;RNueT9SlvhABwi5BBaX3TSKly0sy6Ea2IQ7exbYGfZBtIXWLfYCbWsZRNJUGKw4LJTa0KSm/pjej&#10;IPWfeneYHNbZZHu+xqf913H/kyn1+jKsPkB4GvwjfG9/awXx+xj+z4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rubMYAAADcAAAADwAAAAAAAAAAAAAAAACYAgAAZHJz&#10;L2Rvd25yZXYueG1sUEsFBgAAAAAEAAQA9QAAAIsDAAAAAA==&#10;" adj="15671,20118,5400" fillcolor="#5b9bd5 [3204]" strokecolor="#1f4d78 [1604]" strokeweight="1pt"/>
                <v:shape id="Textfeld 232" o:spid="_x0000_s1052" type="#_x0000_t202" style="position:absolute;left:3143;top:1047;width:6001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VqpsQA&#10;AADcAAAADwAAAGRycy9kb3ducmV2LnhtbESPQWvCQBSE74L/YXmF3nTTKBKiqwRFWlqh1Pbi7ZF9&#10;TUKzb0P2VeO/7xYEj8PMfMOsNoNr1Zn60Hg28DRNQBGX3jZcGfj63E8yUEGQLbaeycCVAmzW49EK&#10;c+sv/EHno1QqQjjkaKAW6XKtQ1mTwzD1HXH0vn3vUKLsK217vES4a3WaJAvtsOG4UGNH25rKn+Ov&#10;M/A6P+FuJm90FR7ei+I56+bhYMzjw1AsQQkNcg/f2i/WQDpL4f9MPAJ6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VaqbEAAAA3AAAAA8AAAAAAAAAAAAAAAAAmAIAAGRycy9k&#10;b3ducmV2LnhtbFBLBQYAAAAABAAEAPUAAACJAwAAAAA=&#10;" fillcolor="white [3201]" strokecolor="white [3212]" strokeweight=".5pt">
                  <v:textbox>
                    <w:txbxContent>
                      <w:p w:rsidR="001D75EF" w:rsidRDefault="001D75EF" w:rsidP="002B76BA">
                        <w:r>
                          <w:t>:16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7AAEFB1" wp14:editId="33BA1C70">
                <wp:simplePos x="0" y="0"/>
                <wp:positionH relativeFrom="column">
                  <wp:posOffset>-241300</wp:posOffset>
                </wp:positionH>
                <wp:positionV relativeFrom="paragraph">
                  <wp:posOffset>302260</wp:posOffset>
                </wp:positionV>
                <wp:extent cx="1266825" cy="514350"/>
                <wp:effectExtent l="0" t="0" r="47625" b="38100"/>
                <wp:wrapNone/>
                <wp:docPr id="236" name="Gruppieren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14350"/>
                          <a:chOff x="0" y="1"/>
                          <a:chExt cx="1266825" cy="514350"/>
                        </a:xfrm>
                      </wpg:grpSpPr>
                      <wps:wsp>
                        <wps:cNvPr id="237" name="Nach rechts gekrümmter Pfeil 237"/>
                        <wps:cNvSpPr/>
                        <wps:spPr>
                          <a:xfrm>
                            <a:off x="933450" y="1"/>
                            <a:ext cx="333375" cy="514350"/>
                          </a:xfrm>
                          <a:prstGeom prst="curved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Textfeld 238"/>
                        <wps:cNvSpPr txBox="1"/>
                        <wps:spPr>
                          <a:xfrm>
                            <a:off x="0" y="133350"/>
                            <a:ext cx="89535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D75EF" w:rsidRDefault="001D75EF" w:rsidP="002B76BA">
                              <w:r>
                                <w:t>Hochzahl -1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AAEFB1" id="Gruppieren 236" o:spid="_x0000_s1053" style="position:absolute;margin-left:-19pt;margin-top:23.8pt;width:99.75pt;height:40.5pt;z-index:251705344;mso-height-relative:margin" coordorigin="" coordsize="12668,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">
                <v:shape id="Nach rechts gekrümmter Pfeil 237" o:spid="_x0000_s1054" type="#_x0000_t102" style="position:absolute;left:9334;width:3334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FCm8UA&#10;AADcAAAADwAAAGRycy9kb3ducmV2LnhtbESPT2vCQBTE74V+h+UVequbWGgluoraRnuy+A88PrLP&#10;bDD7NmS3Gr+9Kwg9DjPzG2Y06WwtztT6yrGCtJeAIC6crrhUsNvmbwMQPiBrrB2Tgit5mIyfn0aY&#10;aXfhNZ03oRQRwj5DBSaEJpPSF4Ys+p5riKN3dK3FEGVbSt3iJcJtLftJ8iEtVhwXDDY0N1ScNn9W&#10;wVe+4OVi/7taHb7X9Syl1Mx0rtTrSzcdggjUhf/wo/2jFfTfP+F+Jh4BO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UKbxQAAANwAAAAPAAAAAAAAAAAAAAAAAJgCAABkcnMv&#10;ZG93bnJldi54bWxQSwUGAAAAAAQABAD1AAAAigMAAAAA&#10;" adj="14600,19850,16200" fillcolor="#5b9bd5 [3204]" strokecolor="#1f4d78 [1604]" strokeweight="1pt"/>
                <v:shape id="Textfeld 238" o:spid="_x0000_s1055" type="#_x0000_t202" style="position:absolute;top:1333;width:8953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1dTMIA&#10;AADcAAAADwAAAGRycy9kb3ducmV2LnhtbERPTWvCQBC9C/0PyxR6002jlBBdQ2iRii1IrRdvQ3ZM&#10;QrOzITtq/PfdQ6HHx/teFaPr1JWG0Ho28DxLQBFX3rZcGzh+b6YZqCDIFjvPZOBOAYr1w2SFufU3&#10;/qLrQWoVQzjkaKAR6XOtQ9WQwzDzPXHkzn5wKBEOtbYD3mK463SaJC/aYcuxocGeXhuqfg4XZ2C3&#10;OOHbXD7oLjzuy/I96xfh05inx7FcghIa5V/8595aA+k8ro1n4hH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PV1MwgAAANwAAAAPAAAAAAAAAAAAAAAAAJgCAABkcnMvZG93&#10;bnJldi54bWxQSwUGAAAAAAQABAD1AAAAhwMAAAAA&#10;" fillcolor="white [3201]" strokecolor="white [3212]" strokeweight=".5pt">
                  <v:textbox>
                    <w:txbxContent>
                      <w:p w:rsidR="001D75EF" w:rsidRDefault="001D75EF" w:rsidP="002B76BA">
                        <w:r>
                          <w:t>Hochzahl 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26D10" w:rsidRDefault="00426D10" w:rsidP="00113C47">
      <w:pPr>
        <w:spacing w:line="360" w:lineRule="auto"/>
        <w:rPr>
          <w:b/>
          <w:sz w:val="24"/>
          <w:szCs w:val="24"/>
        </w:rPr>
      </w:pPr>
    </w:p>
    <w:p w:rsidR="00426D10" w:rsidRDefault="00426D10" w:rsidP="00113C47">
      <w:pPr>
        <w:spacing w:line="360" w:lineRule="auto"/>
        <w:rPr>
          <w:b/>
          <w:sz w:val="24"/>
          <w:szCs w:val="24"/>
        </w:rPr>
      </w:pPr>
    </w:p>
    <w:p w:rsidR="00426D10" w:rsidRDefault="00426D10" w:rsidP="00113C47">
      <w:pPr>
        <w:spacing w:line="360" w:lineRule="auto"/>
        <w:rPr>
          <w:b/>
          <w:sz w:val="24"/>
          <w:szCs w:val="24"/>
        </w:rPr>
      </w:pPr>
    </w:p>
    <w:p w:rsidR="002B76BA" w:rsidRPr="00426D10" w:rsidRDefault="004D3132" w:rsidP="00113C4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26D10">
        <w:rPr>
          <w:rFonts w:ascii="Arial" w:hAnsi="Arial" w:cs="Arial"/>
          <w:b/>
          <w:sz w:val="24"/>
          <w:szCs w:val="24"/>
        </w:rPr>
        <w:t>Umrechnung einer Hexadezimalzahl</w:t>
      </w:r>
      <w:r w:rsidR="002B76BA" w:rsidRPr="00426D10">
        <w:rPr>
          <w:rFonts w:ascii="Arial" w:hAnsi="Arial" w:cs="Arial"/>
          <w:b/>
          <w:sz w:val="24"/>
          <w:szCs w:val="24"/>
        </w:rPr>
        <w:t xml:space="preserve"> in eine Dezimalzahl</w:t>
      </w:r>
    </w:p>
    <w:p w:rsidR="00AA5462" w:rsidRDefault="00AA5462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p w:rsidR="002B76BA" w:rsidRPr="00426D10" w:rsidRDefault="004D3132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>Umrechnung der Zahl A9C</w:t>
      </w:r>
      <w:r w:rsidRPr="00426D10">
        <w:rPr>
          <w:rFonts w:ascii="Arial" w:hAnsi="Arial" w:cs="Arial"/>
          <w:sz w:val="24"/>
          <w:szCs w:val="24"/>
          <w:vertAlign w:val="subscript"/>
        </w:rPr>
        <w:t>16</w:t>
      </w:r>
      <w:r w:rsidRPr="00426D10">
        <w:rPr>
          <w:rFonts w:ascii="Arial" w:hAnsi="Arial" w:cs="Arial"/>
          <w:sz w:val="24"/>
          <w:szCs w:val="24"/>
        </w:rPr>
        <w:t xml:space="preserve"> zur Basis 16</w:t>
      </w:r>
      <w:r w:rsidR="002B76BA" w:rsidRPr="00426D10">
        <w:rPr>
          <w:rFonts w:ascii="Arial" w:hAnsi="Arial" w:cs="Arial"/>
          <w:sz w:val="24"/>
          <w:szCs w:val="24"/>
        </w:rPr>
        <w:t xml:space="preserve"> in eine Dezimalzahl:</w:t>
      </w:r>
    </w:p>
    <w:p w:rsidR="004D3132" w:rsidRPr="00426D10" w:rsidRDefault="004D3132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72"/>
        <w:gridCol w:w="2173"/>
        <w:gridCol w:w="2173"/>
      </w:tblGrid>
      <w:tr w:rsidR="004D3132" w:rsidTr="00E947FD">
        <w:trPr>
          <w:trHeight w:val="391"/>
        </w:trPr>
        <w:tc>
          <w:tcPr>
            <w:tcW w:w="2172" w:type="dxa"/>
          </w:tcPr>
          <w:p w:rsidR="004D3132" w:rsidRPr="000F61EE" w:rsidRDefault="004D3132" w:rsidP="00113C47">
            <w:pPr>
              <w:spacing w:line="360" w:lineRule="auto"/>
              <w:jc w:val="center"/>
              <w:rPr>
                <w:color w:val="FF0000"/>
                <w:sz w:val="36"/>
                <w:szCs w:val="36"/>
              </w:rPr>
            </w:pPr>
            <w:r>
              <w:rPr>
                <w:color w:val="FF0000"/>
                <w:sz w:val="36"/>
                <w:szCs w:val="36"/>
              </w:rPr>
              <w:t>16</w:t>
            </w:r>
            <w:r>
              <w:rPr>
                <w:color w:val="FF0000"/>
                <w:sz w:val="36"/>
                <w:szCs w:val="36"/>
                <w:vertAlign w:val="superscript"/>
              </w:rPr>
              <w:t>2</w:t>
            </w:r>
          </w:p>
        </w:tc>
        <w:tc>
          <w:tcPr>
            <w:tcW w:w="2173" w:type="dxa"/>
          </w:tcPr>
          <w:p w:rsidR="004D3132" w:rsidRPr="000F61EE" w:rsidRDefault="004D3132" w:rsidP="00113C47">
            <w:pPr>
              <w:spacing w:line="360" w:lineRule="auto"/>
              <w:jc w:val="center"/>
              <w:rPr>
                <w:color w:val="FF0000"/>
                <w:sz w:val="36"/>
                <w:szCs w:val="36"/>
              </w:rPr>
            </w:pPr>
            <w:r>
              <w:rPr>
                <w:color w:val="FF0000"/>
                <w:sz w:val="36"/>
                <w:szCs w:val="36"/>
              </w:rPr>
              <w:t>16</w:t>
            </w:r>
            <w:r>
              <w:rPr>
                <w:color w:val="FF0000"/>
                <w:sz w:val="36"/>
                <w:szCs w:val="36"/>
                <w:vertAlign w:val="superscript"/>
              </w:rPr>
              <w:t>1</w:t>
            </w:r>
          </w:p>
        </w:tc>
        <w:tc>
          <w:tcPr>
            <w:tcW w:w="2173" w:type="dxa"/>
          </w:tcPr>
          <w:p w:rsidR="004D3132" w:rsidRPr="000F61EE" w:rsidRDefault="004D3132" w:rsidP="00113C47">
            <w:pPr>
              <w:spacing w:line="360" w:lineRule="auto"/>
              <w:jc w:val="center"/>
              <w:rPr>
                <w:color w:val="FF0000"/>
                <w:sz w:val="36"/>
                <w:szCs w:val="36"/>
              </w:rPr>
            </w:pPr>
            <w:r>
              <w:rPr>
                <w:color w:val="FF0000"/>
                <w:sz w:val="36"/>
                <w:szCs w:val="36"/>
              </w:rPr>
              <w:t>16</w:t>
            </w:r>
            <w:r>
              <w:rPr>
                <w:color w:val="FF0000"/>
                <w:sz w:val="36"/>
                <w:szCs w:val="36"/>
                <w:vertAlign w:val="superscript"/>
              </w:rPr>
              <w:t>0</w:t>
            </w:r>
          </w:p>
        </w:tc>
      </w:tr>
      <w:tr w:rsidR="004D3132" w:rsidTr="00E947FD">
        <w:trPr>
          <w:trHeight w:val="391"/>
        </w:trPr>
        <w:tc>
          <w:tcPr>
            <w:tcW w:w="2172" w:type="dxa"/>
          </w:tcPr>
          <w:p w:rsidR="004D3132" w:rsidRPr="005C7792" w:rsidRDefault="004D3132" w:rsidP="00113C47">
            <w:pPr>
              <w:spacing w:line="36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2173" w:type="dxa"/>
          </w:tcPr>
          <w:p w:rsidR="004D3132" w:rsidRPr="005C7792" w:rsidRDefault="004D3132" w:rsidP="00113C47">
            <w:pPr>
              <w:spacing w:line="36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</w:p>
        </w:tc>
        <w:tc>
          <w:tcPr>
            <w:tcW w:w="2173" w:type="dxa"/>
          </w:tcPr>
          <w:p w:rsidR="004D3132" w:rsidRPr="005C7792" w:rsidRDefault="004D3132" w:rsidP="00113C47">
            <w:pPr>
              <w:spacing w:line="360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</w:tr>
    </w:tbl>
    <w:p w:rsidR="00684112" w:rsidRDefault="004D3132" w:rsidP="00113C47">
      <w:pPr>
        <w:tabs>
          <w:tab w:val="left" w:pos="690"/>
          <w:tab w:val="left" w:pos="531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082C2D" w:rsidRPr="00082C2D" w:rsidRDefault="00082C2D" w:rsidP="00113C47">
      <w:pPr>
        <w:tabs>
          <w:tab w:val="left" w:pos="690"/>
          <w:tab w:val="left" w:pos="5310"/>
        </w:tabs>
        <w:spacing w:line="360" w:lineRule="auto"/>
        <w:rPr>
          <w:rFonts w:ascii="Arial" w:hAnsi="Arial" w:cs="Arial"/>
          <w:sz w:val="24"/>
          <w:szCs w:val="24"/>
        </w:rPr>
      </w:pPr>
      <w:r w:rsidRPr="00082C2D">
        <w:rPr>
          <w:rFonts w:ascii="Arial" w:hAnsi="Arial" w:cs="Arial"/>
          <w:sz w:val="24"/>
          <w:szCs w:val="24"/>
        </w:rPr>
        <w:t>Dezimal</w:t>
      </w:r>
      <w:r>
        <w:rPr>
          <w:rFonts w:ascii="Arial" w:hAnsi="Arial" w:cs="Arial"/>
          <w:sz w:val="24"/>
          <w:szCs w:val="24"/>
        </w:rPr>
        <w:t xml:space="preserve">- </w:t>
      </w:r>
      <w:r w:rsidRPr="00082C2D">
        <w:rPr>
          <w:rFonts w:ascii="Arial" w:hAnsi="Arial" w:cs="Arial"/>
          <w:sz w:val="24"/>
          <w:szCs w:val="24"/>
        </w:rPr>
        <w:t xml:space="preserve"> und Hexadezimalzahlen von 0 </w:t>
      </w:r>
      <w:r>
        <w:rPr>
          <w:rFonts w:ascii="Arial" w:hAnsi="Arial" w:cs="Arial"/>
          <w:sz w:val="24"/>
          <w:szCs w:val="24"/>
        </w:rPr>
        <w:t>–</w:t>
      </w:r>
      <w:r w:rsidRPr="00082C2D">
        <w:rPr>
          <w:rFonts w:ascii="Arial" w:hAnsi="Arial" w:cs="Arial"/>
          <w:sz w:val="24"/>
          <w:szCs w:val="24"/>
        </w:rPr>
        <w:t xml:space="preserve"> 15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7"/>
        <w:gridCol w:w="567"/>
        <w:gridCol w:w="567"/>
        <w:gridCol w:w="567"/>
        <w:gridCol w:w="567"/>
        <w:gridCol w:w="567"/>
      </w:tblGrid>
      <w:tr w:rsidR="00684112" w:rsidRPr="00082C2D" w:rsidTr="00E947FD"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684112" w:rsidRPr="00082C2D" w:rsidTr="00E947FD"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6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684112" w:rsidRPr="00082C2D" w:rsidRDefault="00684112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2C2D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</w:tbl>
    <w:p w:rsidR="002B76BA" w:rsidRDefault="00684112" w:rsidP="00113C47">
      <w:pPr>
        <w:tabs>
          <w:tab w:val="left" w:pos="690"/>
          <w:tab w:val="left" w:pos="531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4D3132">
        <w:rPr>
          <w:sz w:val="24"/>
          <w:szCs w:val="24"/>
        </w:rPr>
        <w:t xml:space="preserve"> </w:t>
      </w:r>
    </w:p>
    <w:p w:rsidR="00113C47" w:rsidRDefault="004D3132" w:rsidP="00113C47">
      <w:pPr>
        <w:spacing w:line="360" w:lineRule="auto"/>
        <w:rPr>
          <w:b/>
          <w:sz w:val="24"/>
          <w:szCs w:val="24"/>
          <w:vertAlign w:val="subscript"/>
        </w:rPr>
      </w:pPr>
      <w:r w:rsidRPr="003B705F">
        <w:rPr>
          <w:b/>
          <w:sz w:val="24"/>
          <w:szCs w:val="24"/>
        </w:rPr>
        <w:t>A9C</w:t>
      </w:r>
      <w:r w:rsidR="003B705F" w:rsidRPr="003B705F">
        <w:rPr>
          <w:b/>
          <w:sz w:val="24"/>
          <w:szCs w:val="24"/>
          <w:vertAlign w:val="subscript"/>
        </w:rPr>
        <w:t>16</w:t>
      </w:r>
      <w:r w:rsidR="003B705F" w:rsidRPr="003B705F">
        <w:rPr>
          <w:b/>
          <w:sz w:val="24"/>
          <w:szCs w:val="24"/>
        </w:rPr>
        <w:t xml:space="preserve"> </w:t>
      </w:r>
      <w:r w:rsidR="003B705F">
        <w:rPr>
          <w:sz w:val="24"/>
          <w:szCs w:val="24"/>
        </w:rPr>
        <w:t xml:space="preserve">= </w:t>
      </w:r>
      <w:r w:rsidRPr="003B705F">
        <w:rPr>
          <w:color w:val="0070C0"/>
          <w:sz w:val="24"/>
          <w:szCs w:val="24"/>
        </w:rPr>
        <w:t>10</w:t>
      </w:r>
      <w:r w:rsidR="002B76BA">
        <w:rPr>
          <w:b/>
          <w:sz w:val="24"/>
          <w:szCs w:val="24"/>
        </w:rPr>
        <w:t xml:space="preserve"> x </w:t>
      </w:r>
      <w:r>
        <w:rPr>
          <w:b/>
          <w:color w:val="FF0000"/>
          <w:sz w:val="24"/>
          <w:szCs w:val="24"/>
        </w:rPr>
        <w:t>16</w:t>
      </w:r>
      <w:r>
        <w:rPr>
          <w:b/>
          <w:color w:val="FF0000"/>
          <w:sz w:val="24"/>
          <w:szCs w:val="24"/>
          <w:vertAlign w:val="superscript"/>
        </w:rPr>
        <w:t>2</w:t>
      </w:r>
      <w:r w:rsidR="002B76BA">
        <w:rPr>
          <w:sz w:val="24"/>
          <w:szCs w:val="24"/>
          <w:vertAlign w:val="superscript"/>
        </w:rPr>
        <w:t xml:space="preserve"> </w:t>
      </w:r>
      <w:r w:rsidR="002B76BA">
        <w:rPr>
          <w:sz w:val="24"/>
          <w:szCs w:val="24"/>
        </w:rPr>
        <w:t xml:space="preserve">+ </w:t>
      </w:r>
      <w:r>
        <w:rPr>
          <w:b/>
          <w:color w:val="0070C0"/>
          <w:sz w:val="24"/>
          <w:szCs w:val="24"/>
        </w:rPr>
        <w:t>9</w:t>
      </w:r>
      <w:r w:rsidR="002B76BA">
        <w:rPr>
          <w:b/>
          <w:sz w:val="24"/>
          <w:szCs w:val="24"/>
        </w:rPr>
        <w:t xml:space="preserve"> x </w:t>
      </w:r>
      <w:r>
        <w:rPr>
          <w:b/>
          <w:color w:val="FF0000"/>
          <w:sz w:val="24"/>
          <w:szCs w:val="24"/>
        </w:rPr>
        <w:t>16</w:t>
      </w:r>
      <w:r>
        <w:rPr>
          <w:b/>
          <w:color w:val="FF0000"/>
          <w:sz w:val="24"/>
          <w:szCs w:val="24"/>
          <w:vertAlign w:val="superscript"/>
        </w:rPr>
        <w:t>1</w:t>
      </w:r>
      <w:r w:rsidR="002B76BA">
        <w:rPr>
          <w:sz w:val="24"/>
          <w:szCs w:val="24"/>
        </w:rPr>
        <w:t xml:space="preserve"> + </w:t>
      </w:r>
      <w:r w:rsidR="002B76BA" w:rsidRPr="004D3132">
        <w:rPr>
          <w:b/>
          <w:color w:val="0070C0"/>
          <w:sz w:val="24"/>
          <w:szCs w:val="24"/>
        </w:rPr>
        <w:t>1</w:t>
      </w:r>
      <w:r w:rsidRPr="004D3132">
        <w:rPr>
          <w:b/>
          <w:color w:val="0070C0"/>
          <w:sz w:val="24"/>
          <w:szCs w:val="24"/>
        </w:rPr>
        <w:t>2</w:t>
      </w:r>
      <w:r w:rsidR="002B76BA">
        <w:rPr>
          <w:b/>
          <w:sz w:val="24"/>
          <w:szCs w:val="24"/>
        </w:rPr>
        <w:t xml:space="preserve">x </w:t>
      </w:r>
      <w:r>
        <w:rPr>
          <w:b/>
          <w:color w:val="FF0000"/>
          <w:sz w:val="24"/>
          <w:szCs w:val="24"/>
        </w:rPr>
        <w:t>16</w:t>
      </w:r>
      <w:r>
        <w:rPr>
          <w:b/>
          <w:color w:val="FF0000"/>
          <w:sz w:val="24"/>
          <w:szCs w:val="24"/>
          <w:vertAlign w:val="superscript"/>
        </w:rPr>
        <w:t>0</w:t>
      </w:r>
      <w:r w:rsidR="002B76BA" w:rsidRPr="000F61EE">
        <w:rPr>
          <w:color w:val="FF0000"/>
          <w:sz w:val="24"/>
          <w:szCs w:val="24"/>
          <w:vertAlign w:val="superscript"/>
        </w:rPr>
        <w:t xml:space="preserve"> </w:t>
      </w:r>
      <w:r w:rsidR="002B76BA">
        <w:rPr>
          <w:sz w:val="24"/>
          <w:szCs w:val="24"/>
        </w:rPr>
        <w:t xml:space="preserve"> = </w:t>
      </w:r>
      <w:r>
        <w:rPr>
          <w:sz w:val="24"/>
          <w:szCs w:val="24"/>
        </w:rPr>
        <w:t xml:space="preserve">10 x 256 + 9 x 16 + 12 x 1 = 2560 + 144 +12 = </w:t>
      </w:r>
      <w:r w:rsidRPr="003B705F">
        <w:rPr>
          <w:b/>
          <w:sz w:val="24"/>
          <w:szCs w:val="24"/>
        </w:rPr>
        <w:t>2716</w:t>
      </w:r>
      <w:r w:rsidR="003B705F" w:rsidRPr="003B705F">
        <w:rPr>
          <w:b/>
          <w:sz w:val="24"/>
          <w:szCs w:val="24"/>
          <w:vertAlign w:val="subscript"/>
        </w:rPr>
        <w:t>10</w:t>
      </w:r>
    </w:p>
    <w:p w:rsidR="000E50D7" w:rsidRDefault="000E50D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2B76BA" w:rsidRDefault="002B76BA" w:rsidP="00113C4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26D10">
        <w:rPr>
          <w:rFonts w:ascii="Arial" w:hAnsi="Arial" w:cs="Arial"/>
          <w:b/>
          <w:sz w:val="24"/>
          <w:szCs w:val="24"/>
        </w:rPr>
        <w:lastRenderedPageBreak/>
        <w:t>Umrechnung ein</w:t>
      </w:r>
      <w:r w:rsidR="00AF6196" w:rsidRPr="00426D10">
        <w:rPr>
          <w:rFonts w:ascii="Arial" w:hAnsi="Arial" w:cs="Arial"/>
          <w:b/>
          <w:sz w:val="24"/>
          <w:szCs w:val="24"/>
        </w:rPr>
        <w:t>er Dezimalzahl in eine Hexadezimalzahl</w:t>
      </w:r>
      <w:r w:rsidR="00611230">
        <w:rPr>
          <w:rFonts w:ascii="Arial" w:hAnsi="Arial" w:cs="Arial"/>
          <w:b/>
          <w:sz w:val="24"/>
          <w:szCs w:val="24"/>
        </w:rPr>
        <w:t xml:space="preserve"> mittels Division mit Rest</w:t>
      </w:r>
    </w:p>
    <w:p w:rsidR="00C80E37" w:rsidRPr="00426D10" w:rsidRDefault="00C80E37" w:rsidP="00113C47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2B76BA" w:rsidRPr="00426D10" w:rsidRDefault="002B76BA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 xml:space="preserve">Umrechnung der </w:t>
      </w:r>
      <w:r w:rsidR="00AF6196" w:rsidRPr="00426D10">
        <w:rPr>
          <w:rFonts w:ascii="Arial" w:hAnsi="Arial" w:cs="Arial"/>
          <w:sz w:val="24"/>
          <w:szCs w:val="24"/>
        </w:rPr>
        <w:t>Zahl 412</w:t>
      </w:r>
      <w:r w:rsidRPr="00426D10">
        <w:rPr>
          <w:rFonts w:ascii="Arial" w:hAnsi="Arial" w:cs="Arial"/>
          <w:sz w:val="24"/>
          <w:szCs w:val="24"/>
          <w:vertAlign w:val="subscript"/>
        </w:rPr>
        <w:t>10</w:t>
      </w:r>
      <w:r w:rsidRPr="00426D10">
        <w:rPr>
          <w:rFonts w:ascii="Arial" w:hAnsi="Arial" w:cs="Arial"/>
          <w:sz w:val="24"/>
          <w:szCs w:val="24"/>
        </w:rPr>
        <w:t xml:space="preserve"> zur Basis 10 in </w:t>
      </w:r>
      <w:r w:rsidR="00AF6196" w:rsidRPr="00426D10">
        <w:rPr>
          <w:rFonts w:ascii="Arial" w:hAnsi="Arial" w:cs="Arial"/>
          <w:sz w:val="24"/>
          <w:szCs w:val="24"/>
        </w:rPr>
        <w:t>eine Hexadezimalzahl</w:t>
      </w:r>
      <w:r w:rsidRPr="00426D10">
        <w:rPr>
          <w:rFonts w:ascii="Arial" w:hAnsi="Arial" w:cs="Arial"/>
          <w:sz w:val="24"/>
          <w:szCs w:val="24"/>
        </w:rPr>
        <w:t>:</w:t>
      </w:r>
    </w:p>
    <w:p w:rsidR="009B442B" w:rsidRDefault="009B442B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 xml:space="preserve">Wir teilen die Zahl </w:t>
      </w:r>
      <w:r w:rsidR="00774677" w:rsidRPr="00426D10">
        <w:rPr>
          <w:rFonts w:ascii="Arial" w:hAnsi="Arial" w:cs="Arial"/>
          <w:sz w:val="24"/>
          <w:szCs w:val="24"/>
        </w:rPr>
        <w:t xml:space="preserve">412 </w:t>
      </w:r>
      <w:r w:rsidRPr="00426D10">
        <w:rPr>
          <w:rFonts w:ascii="Arial" w:hAnsi="Arial" w:cs="Arial"/>
          <w:sz w:val="24"/>
          <w:szCs w:val="24"/>
        </w:rPr>
        <w:t>durch 16 und notieren das Ergebnis</w:t>
      </w:r>
      <w:r w:rsidR="004870E7" w:rsidRPr="00426D10">
        <w:rPr>
          <w:rFonts w:ascii="Arial" w:hAnsi="Arial" w:cs="Arial"/>
          <w:sz w:val="24"/>
          <w:szCs w:val="24"/>
        </w:rPr>
        <w:t xml:space="preserve"> 25,75</w:t>
      </w:r>
      <w:r w:rsidR="008749A5" w:rsidRPr="00426D10">
        <w:rPr>
          <w:rFonts w:ascii="Arial" w:hAnsi="Arial" w:cs="Arial"/>
          <w:sz w:val="24"/>
          <w:szCs w:val="24"/>
        </w:rPr>
        <w:t>. Danach wird der</w:t>
      </w:r>
      <w:r w:rsidRPr="00426D10">
        <w:rPr>
          <w:rFonts w:ascii="Arial" w:hAnsi="Arial" w:cs="Arial"/>
          <w:sz w:val="24"/>
          <w:szCs w:val="24"/>
        </w:rPr>
        <w:t xml:space="preserve"> Teil rechts vom Komma</w:t>
      </w:r>
      <w:r w:rsidR="004870E7" w:rsidRPr="00426D10">
        <w:rPr>
          <w:rFonts w:ascii="Arial" w:hAnsi="Arial" w:cs="Arial"/>
          <w:sz w:val="24"/>
          <w:szCs w:val="24"/>
        </w:rPr>
        <w:t xml:space="preserve"> 0,75</w:t>
      </w:r>
      <w:r w:rsidRPr="00426D10">
        <w:rPr>
          <w:rFonts w:ascii="Arial" w:hAnsi="Arial" w:cs="Arial"/>
          <w:sz w:val="24"/>
          <w:szCs w:val="24"/>
        </w:rPr>
        <w:t xml:space="preserve"> mit 16 </w:t>
      </w:r>
      <w:r w:rsidR="008749A5" w:rsidRPr="00426D10">
        <w:rPr>
          <w:rFonts w:ascii="Arial" w:hAnsi="Arial" w:cs="Arial"/>
          <w:sz w:val="24"/>
          <w:szCs w:val="24"/>
        </w:rPr>
        <w:t xml:space="preserve">multipliziert </w:t>
      </w:r>
      <w:r w:rsidR="00611230">
        <w:rPr>
          <w:rFonts w:ascii="Arial" w:hAnsi="Arial" w:cs="Arial"/>
          <w:sz w:val="24"/>
          <w:szCs w:val="24"/>
        </w:rPr>
        <w:t>um den Rest zu erhalten. Der Rest</w:t>
      </w:r>
      <w:r w:rsidR="004870E7" w:rsidRPr="00426D10">
        <w:rPr>
          <w:rFonts w:ascii="Arial" w:hAnsi="Arial" w:cs="Arial"/>
          <w:sz w:val="24"/>
          <w:szCs w:val="24"/>
        </w:rPr>
        <w:t xml:space="preserve"> 12</w:t>
      </w:r>
      <w:r w:rsidR="00611230">
        <w:rPr>
          <w:rFonts w:ascii="Arial" w:hAnsi="Arial" w:cs="Arial"/>
          <w:sz w:val="24"/>
          <w:szCs w:val="24"/>
        </w:rPr>
        <w:t xml:space="preserve"> wird</w:t>
      </w:r>
      <w:r w:rsidR="008749A5" w:rsidRPr="00426D10">
        <w:rPr>
          <w:rFonts w:ascii="Arial" w:hAnsi="Arial" w:cs="Arial"/>
          <w:sz w:val="24"/>
          <w:szCs w:val="24"/>
        </w:rPr>
        <w:t xml:space="preserve"> notiert</w:t>
      </w:r>
      <w:r w:rsidR="00611230">
        <w:rPr>
          <w:rFonts w:ascii="Arial" w:hAnsi="Arial" w:cs="Arial"/>
          <w:sz w:val="24"/>
          <w:szCs w:val="24"/>
        </w:rPr>
        <w:t xml:space="preserve"> und in eine Hexadezimalzahl</w:t>
      </w:r>
      <w:r w:rsidRPr="00426D10">
        <w:rPr>
          <w:rFonts w:ascii="Arial" w:hAnsi="Arial" w:cs="Arial"/>
          <w:sz w:val="24"/>
          <w:szCs w:val="24"/>
        </w:rPr>
        <w:t xml:space="preserve"> </w:t>
      </w:r>
      <w:r w:rsidR="00774677" w:rsidRPr="00426D10">
        <w:rPr>
          <w:rFonts w:ascii="Arial" w:hAnsi="Arial" w:cs="Arial"/>
          <w:sz w:val="24"/>
          <w:szCs w:val="24"/>
        </w:rPr>
        <w:t>wie unten angegeben</w:t>
      </w:r>
      <w:r w:rsidRPr="00426D10">
        <w:rPr>
          <w:rFonts w:ascii="Arial" w:hAnsi="Arial" w:cs="Arial"/>
          <w:sz w:val="24"/>
          <w:szCs w:val="24"/>
        </w:rPr>
        <w:t xml:space="preserve"> umge</w:t>
      </w:r>
      <w:r w:rsidR="00611230">
        <w:rPr>
          <w:rFonts w:ascii="Arial" w:hAnsi="Arial" w:cs="Arial"/>
          <w:sz w:val="24"/>
          <w:szCs w:val="24"/>
        </w:rPr>
        <w:t>wandelt</w:t>
      </w:r>
      <w:r w:rsidR="004870E7" w:rsidRPr="00426D10">
        <w:rPr>
          <w:rFonts w:ascii="Arial" w:hAnsi="Arial" w:cs="Arial"/>
          <w:sz w:val="24"/>
          <w:szCs w:val="24"/>
        </w:rPr>
        <w:t xml:space="preserve">, also 12 </w:t>
      </w:r>
      <w:r w:rsidR="004870E7" w:rsidRPr="00426D10">
        <w:rPr>
          <w:rFonts w:ascii="Arial" w:hAnsi="Arial" w:cs="Arial"/>
          <w:sz w:val="24"/>
          <w:szCs w:val="24"/>
        </w:rPr>
        <w:sym w:font="Wingdings" w:char="F0E0"/>
      </w:r>
      <w:r w:rsidR="004870E7" w:rsidRPr="00426D10">
        <w:rPr>
          <w:rFonts w:ascii="Arial" w:hAnsi="Arial" w:cs="Arial"/>
          <w:sz w:val="24"/>
          <w:szCs w:val="24"/>
        </w:rPr>
        <w:t xml:space="preserve"> C</w:t>
      </w:r>
    </w:p>
    <w:p w:rsidR="00C80E37" w:rsidRPr="00426D10" w:rsidRDefault="00C80E37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7"/>
        <w:gridCol w:w="567"/>
        <w:gridCol w:w="567"/>
        <w:gridCol w:w="567"/>
        <w:gridCol w:w="567"/>
        <w:gridCol w:w="567"/>
      </w:tblGrid>
      <w:tr w:rsidR="004870E7" w:rsidRPr="00426D10" w:rsidTr="00E947FD"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4870E7" w:rsidRPr="00426D10" w:rsidTr="00E947FD"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6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4870E7" w:rsidRPr="00426D10" w:rsidRDefault="004870E7" w:rsidP="00113C47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D10">
              <w:rPr>
                <w:rFonts w:ascii="Arial" w:hAnsi="Arial" w:cs="Arial"/>
                <w:sz w:val="24"/>
                <w:szCs w:val="24"/>
              </w:rPr>
              <w:t>F</w:t>
            </w:r>
          </w:p>
        </w:tc>
      </w:tr>
    </w:tbl>
    <w:p w:rsidR="002B76BA" w:rsidRPr="00426D10" w:rsidRDefault="002B76BA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p w:rsidR="008749A5" w:rsidRDefault="008749A5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 xml:space="preserve">Danach </w:t>
      </w:r>
      <w:r w:rsidR="00774677" w:rsidRPr="00426D10">
        <w:rPr>
          <w:rFonts w:ascii="Arial" w:hAnsi="Arial" w:cs="Arial"/>
          <w:sz w:val="24"/>
          <w:szCs w:val="24"/>
        </w:rPr>
        <w:t>wir</w:t>
      </w:r>
      <w:r w:rsidRPr="00426D10">
        <w:rPr>
          <w:rFonts w:ascii="Arial" w:hAnsi="Arial" w:cs="Arial"/>
          <w:sz w:val="24"/>
          <w:szCs w:val="24"/>
        </w:rPr>
        <w:t>d die</w:t>
      </w:r>
      <w:r w:rsidR="00774677" w:rsidRPr="00426D10">
        <w:rPr>
          <w:rFonts w:ascii="Arial" w:hAnsi="Arial" w:cs="Arial"/>
          <w:sz w:val="24"/>
          <w:szCs w:val="24"/>
        </w:rPr>
        <w:t xml:space="preserve"> </w:t>
      </w:r>
      <w:r w:rsidRPr="00426D10">
        <w:rPr>
          <w:rFonts w:ascii="Arial" w:hAnsi="Arial" w:cs="Arial"/>
          <w:sz w:val="24"/>
          <w:szCs w:val="24"/>
        </w:rPr>
        <w:t>Zahl</w:t>
      </w:r>
      <w:r w:rsidR="00774677" w:rsidRPr="00426D10">
        <w:rPr>
          <w:rFonts w:ascii="Arial" w:hAnsi="Arial" w:cs="Arial"/>
          <w:sz w:val="24"/>
          <w:szCs w:val="24"/>
        </w:rPr>
        <w:t xml:space="preserve"> </w:t>
      </w:r>
      <w:r w:rsidR="004870E7" w:rsidRPr="00426D10">
        <w:rPr>
          <w:rFonts w:ascii="Arial" w:hAnsi="Arial" w:cs="Arial"/>
          <w:sz w:val="24"/>
          <w:szCs w:val="24"/>
        </w:rPr>
        <w:t>links</w:t>
      </w:r>
      <w:r w:rsidR="00774677" w:rsidRPr="00426D10">
        <w:rPr>
          <w:rFonts w:ascii="Arial" w:hAnsi="Arial" w:cs="Arial"/>
          <w:sz w:val="24"/>
          <w:szCs w:val="24"/>
        </w:rPr>
        <w:t xml:space="preserve"> vom Komma </w:t>
      </w:r>
      <w:r w:rsidR="004870E7" w:rsidRPr="00426D10">
        <w:rPr>
          <w:rFonts w:ascii="Arial" w:hAnsi="Arial" w:cs="Arial"/>
          <w:sz w:val="24"/>
          <w:szCs w:val="24"/>
        </w:rPr>
        <w:t>also 25</w:t>
      </w:r>
      <w:r w:rsidRPr="00426D10">
        <w:rPr>
          <w:rFonts w:ascii="Arial" w:hAnsi="Arial" w:cs="Arial"/>
          <w:sz w:val="24"/>
          <w:szCs w:val="24"/>
        </w:rPr>
        <w:t xml:space="preserve"> durch</w:t>
      </w:r>
      <w:r w:rsidR="004870E7" w:rsidRPr="00426D10">
        <w:rPr>
          <w:rFonts w:ascii="Arial" w:hAnsi="Arial" w:cs="Arial"/>
          <w:sz w:val="24"/>
          <w:szCs w:val="24"/>
        </w:rPr>
        <w:t xml:space="preserve"> 16 </w:t>
      </w:r>
      <w:r w:rsidRPr="00426D10">
        <w:rPr>
          <w:rFonts w:ascii="Arial" w:hAnsi="Arial" w:cs="Arial"/>
          <w:sz w:val="24"/>
          <w:szCs w:val="24"/>
        </w:rPr>
        <w:t xml:space="preserve">geteilt </w:t>
      </w:r>
      <w:r w:rsidR="00774677" w:rsidRPr="00426D10">
        <w:rPr>
          <w:rFonts w:ascii="Arial" w:hAnsi="Arial" w:cs="Arial"/>
          <w:sz w:val="24"/>
          <w:szCs w:val="24"/>
        </w:rPr>
        <w:t xml:space="preserve">und </w:t>
      </w:r>
      <w:r w:rsidRPr="00426D10">
        <w:rPr>
          <w:rFonts w:ascii="Arial" w:hAnsi="Arial" w:cs="Arial"/>
          <w:sz w:val="24"/>
          <w:szCs w:val="24"/>
        </w:rPr>
        <w:t>es wird so weitergemacht</w:t>
      </w:r>
      <w:r w:rsidR="007E42F3">
        <w:rPr>
          <w:rFonts w:ascii="Arial" w:hAnsi="Arial" w:cs="Arial"/>
          <w:sz w:val="24"/>
          <w:szCs w:val="24"/>
        </w:rPr>
        <w:t>,</w:t>
      </w:r>
      <w:r w:rsidRPr="00426D10">
        <w:rPr>
          <w:rFonts w:ascii="Arial" w:hAnsi="Arial" w:cs="Arial"/>
          <w:sz w:val="24"/>
          <w:szCs w:val="24"/>
        </w:rPr>
        <w:t xml:space="preserve"> wie es oben </w:t>
      </w:r>
      <w:r w:rsidR="00774677" w:rsidRPr="00426D10">
        <w:rPr>
          <w:rFonts w:ascii="Arial" w:hAnsi="Arial" w:cs="Arial"/>
          <w:sz w:val="24"/>
          <w:szCs w:val="24"/>
        </w:rPr>
        <w:t>beschrieben</w:t>
      </w:r>
      <w:r w:rsidRPr="00426D10">
        <w:rPr>
          <w:rFonts w:ascii="Arial" w:hAnsi="Arial" w:cs="Arial"/>
          <w:sz w:val="24"/>
          <w:szCs w:val="24"/>
        </w:rPr>
        <w:t xml:space="preserve"> wird</w:t>
      </w:r>
      <w:r w:rsidR="00774677" w:rsidRPr="00426D10">
        <w:rPr>
          <w:rFonts w:ascii="Arial" w:hAnsi="Arial" w:cs="Arial"/>
          <w:sz w:val="24"/>
          <w:szCs w:val="24"/>
        </w:rPr>
        <w:t xml:space="preserve">. </w:t>
      </w:r>
      <w:r w:rsidR="004870E7" w:rsidRPr="00426D10">
        <w:rPr>
          <w:rFonts w:ascii="Arial" w:hAnsi="Arial" w:cs="Arial"/>
          <w:sz w:val="24"/>
          <w:szCs w:val="24"/>
        </w:rPr>
        <w:t>Dies</w:t>
      </w:r>
      <w:r w:rsidRPr="00426D10">
        <w:rPr>
          <w:rFonts w:ascii="Arial" w:hAnsi="Arial" w:cs="Arial"/>
          <w:sz w:val="24"/>
          <w:szCs w:val="24"/>
        </w:rPr>
        <w:t>er Algorithmus</w:t>
      </w:r>
      <w:r w:rsidR="004870E7" w:rsidRPr="00426D10">
        <w:rPr>
          <w:rFonts w:ascii="Arial" w:hAnsi="Arial" w:cs="Arial"/>
          <w:sz w:val="24"/>
          <w:szCs w:val="24"/>
        </w:rPr>
        <w:t xml:space="preserve"> wird solange </w:t>
      </w:r>
      <w:r w:rsidRPr="00426D10">
        <w:rPr>
          <w:rFonts w:ascii="Arial" w:hAnsi="Arial" w:cs="Arial"/>
          <w:sz w:val="24"/>
          <w:szCs w:val="24"/>
        </w:rPr>
        <w:t>durchgeführt bis die Zahl in der 2. Spalte kleiner als eins wird.</w:t>
      </w:r>
    </w:p>
    <w:p w:rsidR="00C80E37" w:rsidRPr="00426D10" w:rsidRDefault="00C80E37" w:rsidP="00113C47">
      <w:pPr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979"/>
        <w:gridCol w:w="1134"/>
        <w:gridCol w:w="709"/>
        <w:gridCol w:w="709"/>
      </w:tblGrid>
      <w:tr w:rsidR="00551041" w:rsidRPr="00426D10" w:rsidTr="00B94C0F">
        <w:trPr>
          <w:trHeight w:val="262"/>
          <w:jc w:val="center"/>
        </w:trPr>
        <w:tc>
          <w:tcPr>
            <w:tcW w:w="1418" w:type="dxa"/>
          </w:tcPr>
          <w:p w:rsidR="00551041" w:rsidRPr="00426D10" w:rsidRDefault="00551041" w:rsidP="00113C47">
            <w:pPr>
              <w:spacing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51041" w:rsidRPr="00426D10" w:rsidRDefault="00551041" w:rsidP="00113C47">
            <w:pPr>
              <w:spacing w:line="360" w:lineRule="auto"/>
              <w:rPr>
                <w:rFonts w:ascii="Arial" w:hAnsi="Arial" w:cs="Arial"/>
                <w:b/>
                <w:color w:val="2E74B5" w:themeColor="accent1" w:themeShade="BF"/>
                <w:sz w:val="24"/>
                <w:szCs w:val="24"/>
              </w:rPr>
            </w:pPr>
          </w:p>
        </w:tc>
        <w:tc>
          <w:tcPr>
            <w:tcW w:w="3113" w:type="dxa"/>
            <w:gridSpan w:val="2"/>
          </w:tcPr>
          <w:p w:rsidR="00551041" w:rsidRPr="00426D10" w:rsidRDefault="00551041" w:rsidP="00551041">
            <w:pPr>
              <w:spacing w:line="36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26148">
              <w:rPr>
                <w:rFonts w:ascii="Arial" w:hAnsi="Arial" w:cs="Arial"/>
                <w:b/>
                <w:sz w:val="20"/>
                <w:szCs w:val="20"/>
              </w:rPr>
              <w:t>Rest berechnen</w:t>
            </w:r>
          </w:p>
        </w:tc>
        <w:tc>
          <w:tcPr>
            <w:tcW w:w="709" w:type="dxa"/>
          </w:tcPr>
          <w:p w:rsidR="00551041" w:rsidRPr="00426D10" w:rsidRDefault="00551041" w:rsidP="00611230">
            <w:pPr>
              <w:spacing w:line="36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551041" w:rsidRPr="00426D10" w:rsidRDefault="00551041" w:rsidP="00611230">
            <w:pPr>
              <w:spacing w:line="36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noProof/>
                <w:sz w:val="36"/>
                <w:szCs w:val="3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0B4F0BF" wp14:editId="38848EC7">
                      <wp:simplePos x="0" y="0"/>
                      <wp:positionH relativeFrom="column">
                        <wp:posOffset>-3966</wp:posOffset>
                      </wp:positionH>
                      <wp:positionV relativeFrom="paragraph">
                        <wp:posOffset>279341</wp:posOffset>
                      </wp:positionV>
                      <wp:extent cx="276225" cy="657225"/>
                      <wp:effectExtent l="19050" t="19050" r="47625" b="28575"/>
                      <wp:wrapNone/>
                      <wp:docPr id="17" name="Pfeil nach unte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276225" cy="65722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6C4A3C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feil nach unten 17" o:spid="_x0000_s1026" type="#_x0000_t67" style="position:absolute;margin-left:-.3pt;margin-top:22pt;width:21.75pt;height:51.75pt;rotation:180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" adj="17061" fillcolor="#5b9bd5 [3204]" strokecolor="#1f4d78 [1604]" strokeweight="1pt"/>
                  </w:pict>
                </mc:Fallback>
              </mc:AlternateContent>
            </w:r>
          </w:p>
        </w:tc>
      </w:tr>
      <w:tr w:rsidR="002719F2" w:rsidRPr="00426D10" w:rsidTr="002719F2">
        <w:trPr>
          <w:jc w:val="center"/>
        </w:trPr>
        <w:tc>
          <w:tcPr>
            <w:tcW w:w="1418" w:type="dxa"/>
          </w:tcPr>
          <w:p w:rsidR="002719F2" w:rsidRPr="00426D10" w:rsidRDefault="002719F2" w:rsidP="00113C47">
            <w:pPr>
              <w:spacing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sz w:val="24"/>
                <w:szCs w:val="24"/>
              </w:rPr>
              <w:t>412 : 16 =</w:t>
            </w:r>
          </w:p>
        </w:tc>
        <w:tc>
          <w:tcPr>
            <w:tcW w:w="1134" w:type="dxa"/>
          </w:tcPr>
          <w:p w:rsidR="002719F2" w:rsidRPr="00426D10" w:rsidRDefault="002719F2" w:rsidP="00113C4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color w:val="2E74B5" w:themeColor="accent1" w:themeShade="BF"/>
                <w:sz w:val="24"/>
                <w:szCs w:val="24"/>
              </w:rPr>
              <w:t>25</w:t>
            </w:r>
            <w:r w:rsidRPr="00426D10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426D10">
              <w:rPr>
                <w:rFonts w:ascii="Arial" w:hAnsi="Arial" w:cs="Arial"/>
                <w:b/>
                <w:color w:val="00B050"/>
                <w:sz w:val="24"/>
                <w:szCs w:val="24"/>
              </w:rPr>
              <w:t>75</w:t>
            </w:r>
          </w:p>
        </w:tc>
        <w:tc>
          <w:tcPr>
            <w:tcW w:w="1979" w:type="dxa"/>
          </w:tcPr>
          <w:p w:rsidR="002719F2" w:rsidRPr="00426D10" w:rsidRDefault="002719F2" w:rsidP="00611230">
            <w:pPr>
              <w:spacing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color w:val="00B050"/>
                <w:sz w:val="24"/>
                <w:szCs w:val="24"/>
              </w:rPr>
              <w:t xml:space="preserve">0,75 </w:t>
            </w:r>
            <w:r w:rsidRPr="00426D10">
              <w:rPr>
                <w:rFonts w:ascii="Arial" w:hAnsi="Arial" w:cs="Arial"/>
                <w:b/>
                <w:sz w:val="24"/>
                <w:szCs w:val="24"/>
              </w:rPr>
              <w:t>x 16 =</w:t>
            </w:r>
          </w:p>
        </w:tc>
        <w:tc>
          <w:tcPr>
            <w:tcW w:w="1134" w:type="dxa"/>
          </w:tcPr>
          <w:p w:rsidR="002719F2" w:rsidRPr="00551041" w:rsidRDefault="002719F2" w:rsidP="00113C4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1041">
              <w:rPr>
                <w:rFonts w:ascii="Arial" w:hAnsi="Arial" w:cs="Arial"/>
                <w:b/>
                <w:sz w:val="24"/>
                <w:szCs w:val="24"/>
              </w:rPr>
              <w:t>Rest 12</w:t>
            </w:r>
          </w:p>
        </w:tc>
        <w:tc>
          <w:tcPr>
            <w:tcW w:w="709" w:type="dxa"/>
          </w:tcPr>
          <w:p w:rsidR="002719F2" w:rsidRPr="00426D10" w:rsidRDefault="002719F2" w:rsidP="00113C47">
            <w:pPr>
              <w:spacing w:line="36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709" w:type="dxa"/>
            <w:vMerge/>
          </w:tcPr>
          <w:p w:rsidR="002719F2" w:rsidRPr="00426D10" w:rsidRDefault="002719F2" w:rsidP="00113C47">
            <w:pPr>
              <w:spacing w:line="36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2719F2" w:rsidRPr="00426D10" w:rsidTr="002719F2">
        <w:trPr>
          <w:jc w:val="center"/>
        </w:trPr>
        <w:tc>
          <w:tcPr>
            <w:tcW w:w="1418" w:type="dxa"/>
          </w:tcPr>
          <w:p w:rsidR="002719F2" w:rsidRPr="00426D10" w:rsidRDefault="002719F2" w:rsidP="00113C47">
            <w:pPr>
              <w:spacing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color w:val="0070C0"/>
                <w:sz w:val="24"/>
                <w:szCs w:val="24"/>
              </w:rPr>
              <w:t>25</w:t>
            </w:r>
            <w:r w:rsidRPr="00426D10">
              <w:rPr>
                <w:rFonts w:ascii="Arial" w:hAnsi="Arial" w:cs="Arial"/>
                <w:b/>
                <w:sz w:val="24"/>
                <w:szCs w:val="24"/>
              </w:rPr>
              <w:t xml:space="preserve"> : 16 =</w:t>
            </w:r>
          </w:p>
        </w:tc>
        <w:tc>
          <w:tcPr>
            <w:tcW w:w="1134" w:type="dxa"/>
          </w:tcPr>
          <w:p w:rsidR="002719F2" w:rsidRPr="00426D10" w:rsidRDefault="002719F2" w:rsidP="00113C4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color w:val="0070C0"/>
                <w:sz w:val="24"/>
                <w:szCs w:val="24"/>
              </w:rPr>
              <w:t>1</w:t>
            </w:r>
            <w:r w:rsidRPr="00426D10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426D10">
              <w:rPr>
                <w:rFonts w:ascii="Arial" w:hAnsi="Arial" w:cs="Arial"/>
                <w:b/>
                <w:color w:val="00B050"/>
                <w:sz w:val="24"/>
                <w:szCs w:val="24"/>
              </w:rPr>
              <w:t>5625</w:t>
            </w:r>
          </w:p>
        </w:tc>
        <w:tc>
          <w:tcPr>
            <w:tcW w:w="1979" w:type="dxa"/>
          </w:tcPr>
          <w:p w:rsidR="002719F2" w:rsidRPr="00426D10" w:rsidRDefault="002719F2" w:rsidP="00611230">
            <w:pPr>
              <w:spacing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color w:val="00B050"/>
                <w:sz w:val="24"/>
                <w:szCs w:val="24"/>
              </w:rPr>
              <w:t xml:space="preserve">0,5625 </w:t>
            </w:r>
            <w:r w:rsidRPr="00426D10">
              <w:rPr>
                <w:rFonts w:ascii="Arial" w:hAnsi="Arial" w:cs="Arial"/>
                <w:b/>
                <w:sz w:val="24"/>
                <w:szCs w:val="24"/>
              </w:rPr>
              <w:t>x 16 =</w:t>
            </w:r>
          </w:p>
        </w:tc>
        <w:tc>
          <w:tcPr>
            <w:tcW w:w="1134" w:type="dxa"/>
          </w:tcPr>
          <w:p w:rsidR="002719F2" w:rsidRPr="00551041" w:rsidRDefault="002719F2" w:rsidP="00113C4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1041">
              <w:rPr>
                <w:rFonts w:ascii="Arial" w:hAnsi="Arial" w:cs="Arial"/>
                <w:b/>
                <w:sz w:val="24"/>
                <w:szCs w:val="24"/>
              </w:rPr>
              <w:t>Rest 9</w:t>
            </w:r>
          </w:p>
        </w:tc>
        <w:tc>
          <w:tcPr>
            <w:tcW w:w="709" w:type="dxa"/>
          </w:tcPr>
          <w:p w:rsidR="002719F2" w:rsidRPr="00426D10" w:rsidRDefault="002719F2" w:rsidP="00113C47">
            <w:pPr>
              <w:spacing w:line="36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709" w:type="dxa"/>
            <w:vMerge/>
          </w:tcPr>
          <w:p w:rsidR="002719F2" w:rsidRPr="00426D10" w:rsidRDefault="002719F2" w:rsidP="00113C47">
            <w:pPr>
              <w:spacing w:line="36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  <w:tr w:rsidR="002719F2" w:rsidRPr="00426D10" w:rsidTr="002719F2">
        <w:trPr>
          <w:jc w:val="center"/>
        </w:trPr>
        <w:tc>
          <w:tcPr>
            <w:tcW w:w="1418" w:type="dxa"/>
          </w:tcPr>
          <w:p w:rsidR="002719F2" w:rsidRPr="00426D10" w:rsidRDefault="002719F2" w:rsidP="00113C47">
            <w:pPr>
              <w:spacing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color w:val="0070C0"/>
                <w:sz w:val="24"/>
                <w:szCs w:val="24"/>
              </w:rPr>
              <w:t>1</w:t>
            </w:r>
            <w:r w:rsidRPr="00426D10">
              <w:rPr>
                <w:rFonts w:ascii="Arial" w:hAnsi="Arial" w:cs="Arial"/>
                <w:b/>
                <w:sz w:val="24"/>
                <w:szCs w:val="24"/>
              </w:rPr>
              <w:t xml:space="preserve"> : 16 =</w:t>
            </w:r>
          </w:p>
        </w:tc>
        <w:tc>
          <w:tcPr>
            <w:tcW w:w="1134" w:type="dxa"/>
          </w:tcPr>
          <w:p w:rsidR="002719F2" w:rsidRPr="00426D10" w:rsidRDefault="002719F2" w:rsidP="00113C4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sz w:val="24"/>
                <w:szCs w:val="24"/>
              </w:rPr>
              <w:t>0,</w:t>
            </w:r>
            <w:r w:rsidRPr="00426D10">
              <w:rPr>
                <w:rFonts w:ascii="Arial" w:hAnsi="Arial" w:cs="Arial"/>
                <w:b/>
                <w:color w:val="00B050"/>
                <w:sz w:val="24"/>
                <w:szCs w:val="24"/>
              </w:rPr>
              <w:t>0625</w:t>
            </w:r>
          </w:p>
        </w:tc>
        <w:tc>
          <w:tcPr>
            <w:tcW w:w="1979" w:type="dxa"/>
          </w:tcPr>
          <w:p w:rsidR="002719F2" w:rsidRPr="00426D10" w:rsidRDefault="002719F2" w:rsidP="00611230">
            <w:pPr>
              <w:spacing w:line="36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color w:val="00B050"/>
                <w:sz w:val="24"/>
                <w:szCs w:val="24"/>
              </w:rPr>
              <w:t xml:space="preserve">0,0625 </w:t>
            </w:r>
            <w:r w:rsidRPr="00426D10">
              <w:rPr>
                <w:rFonts w:ascii="Arial" w:hAnsi="Arial" w:cs="Arial"/>
                <w:b/>
                <w:sz w:val="24"/>
                <w:szCs w:val="24"/>
              </w:rPr>
              <w:t>x 16 =</w:t>
            </w:r>
          </w:p>
        </w:tc>
        <w:tc>
          <w:tcPr>
            <w:tcW w:w="1134" w:type="dxa"/>
          </w:tcPr>
          <w:p w:rsidR="002719F2" w:rsidRPr="00551041" w:rsidRDefault="002719F2" w:rsidP="00113C4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51041">
              <w:rPr>
                <w:rFonts w:ascii="Arial" w:hAnsi="Arial" w:cs="Arial"/>
                <w:b/>
                <w:sz w:val="24"/>
                <w:szCs w:val="24"/>
              </w:rPr>
              <w:t>Rest 1</w:t>
            </w:r>
          </w:p>
        </w:tc>
        <w:tc>
          <w:tcPr>
            <w:tcW w:w="709" w:type="dxa"/>
          </w:tcPr>
          <w:p w:rsidR="002719F2" w:rsidRPr="00426D10" w:rsidRDefault="002719F2" w:rsidP="00113C47">
            <w:pPr>
              <w:spacing w:line="36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426D10">
              <w:rPr>
                <w:rFonts w:ascii="Arial" w:hAnsi="Arial" w:cs="Arial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709" w:type="dxa"/>
            <w:vMerge/>
          </w:tcPr>
          <w:p w:rsidR="002719F2" w:rsidRPr="00426D10" w:rsidRDefault="002719F2" w:rsidP="00113C47">
            <w:pPr>
              <w:spacing w:line="36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2B76BA" w:rsidRPr="00426D10" w:rsidRDefault="002B76BA" w:rsidP="00113C4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B76BA" w:rsidRPr="00426D10" w:rsidRDefault="002B76BA" w:rsidP="00113C47">
      <w:pPr>
        <w:spacing w:line="360" w:lineRule="auto"/>
        <w:rPr>
          <w:rFonts w:ascii="Arial" w:hAnsi="Arial" w:cs="Arial"/>
          <w:sz w:val="24"/>
          <w:szCs w:val="24"/>
        </w:rPr>
      </w:pPr>
      <w:r w:rsidRPr="00426D10">
        <w:rPr>
          <w:rFonts w:ascii="Arial" w:hAnsi="Arial" w:cs="Arial"/>
          <w:sz w:val="24"/>
          <w:szCs w:val="24"/>
        </w:rPr>
        <w:t>Das Ergebnis ergibt sich aus den</w:t>
      </w:r>
      <w:r w:rsidR="000241BD" w:rsidRPr="00426D10">
        <w:rPr>
          <w:rFonts w:ascii="Arial" w:hAnsi="Arial" w:cs="Arial"/>
          <w:sz w:val="24"/>
          <w:szCs w:val="24"/>
        </w:rPr>
        <w:t xml:space="preserve"> Zahlen</w:t>
      </w:r>
      <w:r w:rsidRPr="00426D10">
        <w:rPr>
          <w:rFonts w:ascii="Arial" w:hAnsi="Arial" w:cs="Arial"/>
          <w:sz w:val="24"/>
          <w:szCs w:val="24"/>
        </w:rPr>
        <w:t xml:space="preserve"> von unten nach oben gelesen.</w:t>
      </w:r>
    </w:p>
    <w:p w:rsidR="00A72357" w:rsidRPr="002A22FD" w:rsidRDefault="00F32FB2" w:rsidP="000472AE">
      <w:pPr>
        <w:spacing w:line="360" w:lineRule="auto"/>
        <w:rPr>
          <w:sz w:val="24"/>
          <w:szCs w:val="24"/>
          <w:lang w:val="en-US"/>
        </w:rPr>
      </w:pPr>
      <w:r w:rsidRPr="00426D10">
        <w:rPr>
          <w:rFonts w:ascii="Arial" w:hAnsi="Arial" w:cs="Arial"/>
          <w:sz w:val="24"/>
          <w:szCs w:val="24"/>
        </w:rPr>
        <w:sym w:font="Wingdings" w:char="F0E0"/>
      </w:r>
      <w:r w:rsidR="009B442B" w:rsidRPr="00426D10">
        <w:rPr>
          <w:rFonts w:ascii="Arial" w:hAnsi="Arial" w:cs="Arial"/>
          <w:sz w:val="24"/>
          <w:szCs w:val="24"/>
        </w:rPr>
        <w:t xml:space="preserve"> </w:t>
      </w:r>
      <w:r w:rsidR="009B442B" w:rsidRPr="00426D10">
        <w:rPr>
          <w:rFonts w:ascii="Arial" w:hAnsi="Arial" w:cs="Arial"/>
          <w:b/>
          <w:sz w:val="24"/>
          <w:szCs w:val="24"/>
        </w:rPr>
        <w:t>412</w:t>
      </w:r>
      <w:r w:rsidR="002B76BA" w:rsidRPr="00426D10">
        <w:rPr>
          <w:rFonts w:ascii="Arial" w:hAnsi="Arial" w:cs="Arial"/>
          <w:sz w:val="24"/>
          <w:szCs w:val="24"/>
          <w:vertAlign w:val="subscript"/>
        </w:rPr>
        <w:t xml:space="preserve">10 </w:t>
      </w:r>
      <w:r w:rsidR="000241BD" w:rsidRPr="00426D10">
        <w:rPr>
          <w:rFonts w:ascii="Arial" w:hAnsi="Arial" w:cs="Arial"/>
          <w:sz w:val="24"/>
          <w:szCs w:val="24"/>
          <w:vertAlign w:val="subscript"/>
        </w:rPr>
        <w:t xml:space="preserve"> </w:t>
      </w:r>
      <w:r w:rsidR="002B76BA" w:rsidRPr="00426D10">
        <w:rPr>
          <w:rFonts w:ascii="Arial" w:hAnsi="Arial" w:cs="Arial"/>
          <w:sz w:val="24"/>
          <w:szCs w:val="24"/>
        </w:rPr>
        <w:t xml:space="preserve">= </w:t>
      </w:r>
      <w:r w:rsidR="00F24268" w:rsidRPr="00426D10">
        <w:rPr>
          <w:rFonts w:ascii="Arial" w:hAnsi="Arial" w:cs="Arial"/>
          <w:b/>
          <w:color w:val="FF0000"/>
          <w:sz w:val="24"/>
          <w:szCs w:val="24"/>
        </w:rPr>
        <w:t>1</w:t>
      </w:r>
      <w:r w:rsidR="009B442B" w:rsidRPr="00426D10">
        <w:rPr>
          <w:rFonts w:ascii="Arial" w:hAnsi="Arial" w:cs="Arial"/>
          <w:b/>
          <w:color w:val="FF0000"/>
          <w:sz w:val="24"/>
          <w:szCs w:val="24"/>
        </w:rPr>
        <w:t>9C</w:t>
      </w:r>
      <w:r w:rsidR="009B442B" w:rsidRPr="00426D10">
        <w:rPr>
          <w:rFonts w:ascii="Arial" w:hAnsi="Arial" w:cs="Arial"/>
          <w:b/>
          <w:sz w:val="24"/>
          <w:szCs w:val="24"/>
          <w:vertAlign w:val="subscript"/>
        </w:rPr>
        <w:t>16</w:t>
      </w:r>
    </w:p>
    <w:sectPr w:rsidR="00A72357" w:rsidRPr="002A22FD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1B3" w:rsidRDefault="008511B3" w:rsidP="001D3383">
      <w:pPr>
        <w:spacing w:after="0" w:line="240" w:lineRule="auto"/>
      </w:pPr>
      <w:r>
        <w:separator/>
      </w:r>
    </w:p>
  </w:endnote>
  <w:endnote w:type="continuationSeparator" w:id="0">
    <w:p w:rsidR="008511B3" w:rsidRDefault="008511B3" w:rsidP="001D3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687" w:rsidRPr="00C43BA8" w:rsidRDefault="00EB0687" w:rsidP="00EB0687">
    <w:pPr>
      <w:pStyle w:val="Fuzeile"/>
      <w:rPr>
        <w:rFonts w:cstheme="minorHAnsi"/>
      </w:rPr>
    </w:pPr>
    <w:r w:rsidRPr="00C43BA8">
      <w:rPr>
        <w:rFonts w:cstheme="minorHAnsi"/>
      </w:rPr>
      <w:fldChar w:fldCharType="begin"/>
    </w:r>
    <w:r w:rsidRPr="00C43BA8">
      <w:rPr>
        <w:rFonts w:cstheme="minorHAnsi"/>
      </w:rPr>
      <w:instrText xml:space="preserve"> FILENAME   \* MERGEFORMAT </w:instrText>
    </w:r>
    <w:r w:rsidRPr="00C43BA8">
      <w:rPr>
        <w:rFonts w:cstheme="minorHAnsi"/>
      </w:rPr>
      <w:fldChar w:fldCharType="separate"/>
    </w:r>
    <w:r>
      <w:rPr>
        <w:rFonts w:cstheme="minorHAnsi"/>
        <w:noProof/>
      </w:rPr>
      <w:t>L1_2.3 Information Hexadezimalsystem.docx</w:t>
    </w:r>
    <w:r w:rsidRPr="00C43BA8">
      <w:rPr>
        <w:rFonts w:cstheme="minorHAnsi"/>
        <w:noProof/>
      </w:rPr>
      <w:fldChar w:fldCharType="end"/>
    </w:r>
    <w:r w:rsidRPr="00C43BA8">
      <w:rPr>
        <w:rFonts w:cstheme="minorHAnsi"/>
      </w:rPr>
      <w:tab/>
    </w:r>
    <w:r w:rsidRPr="00C43BA8">
      <w:rPr>
        <w:rFonts w:cstheme="minorHAnsi"/>
      </w:rPr>
      <w:tab/>
      <w:t xml:space="preserve">Seite </w:t>
    </w:r>
    <w:r w:rsidRPr="00C43BA8">
      <w:rPr>
        <w:rFonts w:cstheme="minorHAnsi"/>
        <w:b/>
      </w:rPr>
      <w:fldChar w:fldCharType="begin"/>
    </w:r>
    <w:r w:rsidRPr="00C43BA8">
      <w:rPr>
        <w:rFonts w:cstheme="minorHAnsi"/>
        <w:b/>
      </w:rPr>
      <w:instrText>PAGE  \* Arabic  \* MERGEFORMAT</w:instrText>
    </w:r>
    <w:r w:rsidRPr="00C43BA8">
      <w:rPr>
        <w:rFonts w:cstheme="minorHAnsi"/>
        <w:b/>
      </w:rPr>
      <w:fldChar w:fldCharType="separate"/>
    </w:r>
    <w:r w:rsidR="00A621AC">
      <w:rPr>
        <w:rFonts w:cstheme="minorHAnsi"/>
        <w:b/>
        <w:noProof/>
      </w:rPr>
      <w:t>3</w:t>
    </w:r>
    <w:r w:rsidRPr="00C43BA8">
      <w:rPr>
        <w:rFonts w:cstheme="minorHAnsi"/>
        <w:b/>
      </w:rPr>
      <w:fldChar w:fldCharType="end"/>
    </w:r>
    <w:r w:rsidRPr="00C43BA8">
      <w:rPr>
        <w:rFonts w:cstheme="minorHAnsi"/>
      </w:rPr>
      <w:t xml:space="preserve"> von </w:t>
    </w:r>
    <w:r w:rsidRPr="00C43BA8">
      <w:rPr>
        <w:rFonts w:cstheme="minorHAnsi"/>
        <w:b/>
      </w:rPr>
      <w:fldChar w:fldCharType="begin"/>
    </w:r>
    <w:r w:rsidRPr="00C43BA8">
      <w:rPr>
        <w:rFonts w:cstheme="minorHAnsi"/>
        <w:b/>
      </w:rPr>
      <w:instrText>NUMPAGES  \* Arabic  \* MERGEFORMAT</w:instrText>
    </w:r>
    <w:r w:rsidRPr="00C43BA8">
      <w:rPr>
        <w:rFonts w:cstheme="minorHAnsi"/>
        <w:b/>
      </w:rPr>
      <w:fldChar w:fldCharType="separate"/>
    </w:r>
    <w:r w:rsidR="00A621AC">
      <w:rPr>
        <w:rFonts w:cstheme="minorHAnsi"/>
        <w:b/>
        <w:noProof/>
      </w:rPr>
      <w:t>3</w:t>
    </w:r>
    <w:r w:rsidRPr="00C43BA8">
      <w:rPr>
        <w:rFonts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1B3" w:rsidRDefault="008511B3" w:rsidP="001D3383">
      <w:pPr>
        <w:spacing w:after="0" w:line="240" w:lineRule="auto"/>
      </w:pPr>
      <w:r>
        <w:separator/>
      </w:r>
    </w:p>
  </w:footnote>
  <w:footnote w:type="continuationSeparator" w:id="0">
    <w:p w:rsidR="008511B3" w:rsidRDefault="008511B3" w:rsidP="001D3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77D05"/>
    <w:multiLevelType w:val="hybridMultilevel"/>
    <w:tmpl w:val="098A76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44E02"/>
    <w:multiLevelType w:val="hybridMultilevel"/>
    <w:tmpl w:val="14D0DED8"/>
    <w:lvl w:ilvl="0" w:tplc="0136D1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6576A"/>
    <w:multiLevelType w:val="hybridMultilevel"/>
    <w:tmpl w:val="00CCDB90"/>
    <w:lvl w:ilvl="0" w:tplc="0D107AA8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C028EA"/>
    <w:multiLevelType w:val="hybridMultilevel"/>
    <w:tmpl w:val="9A12287A"/>
    <w:lvl w:ilvl="0" w:tplc="57AA7B96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6694F7A"/>
    <w:multiLevelType w:val="hybridMultilevel"/>
    <w:tmpl w:val="098A76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907B0"/>
    <w:multiLevelType w:val="hybridMultilevel"/>
    <w:tmpl w:val="998AF20A"/>
    <w:lvl w:ilvl="0" w:tplc="24925C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13DF0"/>
    <w:multiLevelType w:val="hybridMultilevel"/>
    <w:tmpl w:val="FD46EB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57"/>
    <w:rsid w:val="00020E5E"/>
    <w:rsid w:val="000241BD"/>
    <w:rsid w:val="00026148"/>
    <w:rsid w:val="00046BE2"/>
    <w:rsid w:val="000472AE"/>
    <w:rsid w:val="00067062"/>
    <w:rsid w:val="00082C2D"/>
    <w:rsid w:val="000A3EF0"/>
    <w:rsid w:val="000A6DC3"/>
    <w:rsid w:val="000C1BCE"/>
    <w:rsid w:val="000E50D7"/>
    <w:rsid w:val="000F61EE"/>
    <w:rsid w:val="00113C47"/>
    <w:rsid w:val="00143F7F"/>
    <w:rsid w:val="00144665"/>
    <w:rsid w:val="0017424F"/>
    <w:rsid w:val="0018707F"/>
    <w:rsid w:val="001B4B3E"/>
    <w:rsid w:val="001C0C48"/>
    <w:rsid w:val="001C2FEF"/>
    <w:rsid w:val="001D3383"/>
    <w:rsid w:val="001D75EF"/>
    <w:rsid w:val="0022053B"/>
    <w:rsid w:val="00230676"/>
    <w:rsid w:val="002719F2"/>
    <w:rsid w:val="002A008C"/>
    <w:rsid w:val="002A22FD"/>
    <w:rsid w:val="002B76BA"/>
    <w:rsid w:val="002E5542"/>
    <w:rsid w:val="002F04EA"/>
    <w:rsid w:val="00322B18"/>
    <w:rsid w:val="00323312"/>
    <w:rsid w:val="003338F8"/>
    <w:rsid w:val="00335BF9"/>
    <w:rsid w:val="00347EF0"/>
    <w:rsid w:val="00347FFB"/>
    <w:rsid w:val="003546D9"/>
    <w:rsid w:val="0037181E"/>
    <w:rsid w:val="0037343C"/>
    <w:rsid w:val="003B705F"/>
    <w:rsid w:val="003C1891"/>
    <w:rsid w:val="003C32A8"/>
    <w:rsid w:val="003D5218"/>
    <w:rsid w:val="003E216E"/>
    <w:rsid w:val="003F1C2A"/>
    <w:rsid w:val="003F6F5E"/>
    <w:rsid w:val="00401BA9"/>
    <w:rsid w:val="00420F9B"/>
    <w:rsid w:val="00426D10"/>
    <w:rsid w:val="00452078"/>
    <w:rsid w:val="004565D2"/>
    <w:rsid w:val="004870E7"/>
    <w:rsid w:val="004B248D"/>
    <w:rsid w:val="004B2934"/>
    <w:rsid w:val="004B7DDD"/>
    <w:rsid w:val="004D3132"/>
    <w:rsid w:val="004E225D"/>
    <w:rsid w:val="004E437B"/>
    <w:rsid w:val="00505E56"/>
    <w:rsid w:val="00527568"/>
    <w:rsid w:val="0054545B"/>
    <w:rsid w:val="00551041"/>
    <w:rsid w:val="005576BD"/>
    <w:rsid w:val="005C6403"/>
    <w:rsid w:val="005C7792"/>
    <w:rsid w:val="005E2A77"/>
    <w:rsid w:val="0060728C"/>
    <w:rsid w:val="00611230"/>
    <w:rsid w:val="006211C8"/>
    <w:rsid w:val="00684112"/>
    <w:rsid w:val="006903C1"/>
    <w:rsid w:val="006D0A91"/>
    <w:rsid w:val="006E07AB"/>
    <w:rsid w:val="006E0BBC"/>
    <w:rsid w:val="006F198E"/>
    <w:rsid w:val="00717338"/>
    <w:rsid w:val="00745734"/>
    <w:rsid w:val="00772703"/>
    <w:rsid w:val="00774677"/>
    <w:rsid w:val="00774F29"/>
    <w:rsid w:val="007C4506"/>
    <w:rsid w:val="007E42F3"/>
    <w:rsid w:val="007F3712"/>
    <w:rsid w:val="0080778C"/>
    <w:rsid w:val="008503BF"/>
    <w:rsid w:val="008511B3"/>
    <w:rsid w:val="008512FB"/>
    <w:rsid w:val="00851444"/>
    <w:rsid w:val="008749A5"/>
    <w:rsid w:val="0089008F"/>
    <w:rsid w:val="008A0602"/>
    <w:rsid w:val="008A752B"/>
    <w:rsid w:val="0093672F"/>
    <w:rsid w:val="0094361F"/>
    <w:rsid w:val="009608D2"/>
    <w:rsid w:val="00962A79"/>
    <w:rsid w:val="00971008"/>
    <w:rsid w:val="00974210"/>
    <w:rsid w:val="00994078"/>
    <w:rsid w:val="009B442B"/>
    <w:rsid w:val="009C5B62"/>
    <w:rsid w:val="009F2C2A"/>
    <w:rsid w:val="00A34E85"/>
    <w:rsid w:val="00A621AC"/>
    <w:rsid w:val="00A72357"/>
    <w:rsid w:val="00A7496E"/>
    <w:rsid w:val="00AA5462"/>
    <w:rsid w:val="00AB545C"/>
    <w:rsid w:val="00AC5461"/>
    <w:rsid w:val="00AC6B66"/>
    <w:rsid w:val="00AE3061"/>
    <w:rsid w:val="00AF6196"/>
    <w:rsid w:val="00B21C47"/>
    <w:rsid w:val="00B6417F"/>
    <w:rsid w:val="00BA01CA"/>
    <w:rsid w:val="00BB4596"/>
    <w:rsid w:val="00C2097F"/>
    <w:rsid w:val="00C80E37"/>
    <w:rsid w:val="00C861FF"/>
    <w:rsid w:val="00CA50DB"/>
    <w:rsid w:val="00CB2194"/>
    <w:rsid w:val="00CC1F3D"/>
    <w:rsid w:val="00CD27BB"/>
    <w:rsid w:val="00CE1D3F"/>
    <w:rsid w:val="00D13799"/>
    <w:rsid w:val="00D37289"/>
    <w:rsid w:val="00DA1ABC"/>
    <w:rsid w:val="00DC0BB3"/>
    <w:rsid w:val="00E6050A"/>
    <w:rsid w:val="00E76AFB"/>
    <w:rsid w:val="00E947FD"/>
    <w:rsid w:val="00E95A94"/>
    <w:rsid w:val="00EB0687"/>
    <w:rsid w:val="00F11D51"/>
    <w:rsid w:val="00F24268"/>
    <w:rsid w:val="00F32FB2"/>
    <w:rsid w:val="00F5608B"/>
    <w:rsid w:val="00F60E98"/>
    <w:rsid w:val="00F77F67"/>
    <w:rsid w:val="00FA6066"/>
    <w:rsid w:val="00FA61E3"/>
    <w:rsid w:val="00FC6FA0"/>
    <w:rsid w:val="00FF28C8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92CEB"/>
  <w15:chartTrackingRefBased/>
  <w15:docId w15:val="{77FD8EE7-5F4E-4064-B92E-2A7FF10F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72357"/>
    <w:pPr>
      <w:ind w:left="720"/>
      <w:contextualSpacing/>
    </w:pPr>
  </w:style>
  <w:style w:type="table" w:styleId="Tabellenraster">
    <w:name w:val="Table Grid"/>
    <w:basedOn w:val="NormaleTabelle"/>
    <w:uiPriority w:val="39"/>
    <w:rsid w:val="00B21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Schreibmaschine">
    <w:name w:val="HTML Typewriter"/>
    <w:basedOn w:val="Absatz-Standardschriftart"/>
    <w:uiPriority w:val="99"/>
    <w:semiHidden/>
    <w:unhideWhenUsed/>
    <w:rsid w:val="008512FB"/>
    <w:rPr>
      <w:rFonts w:ascii="Courier New" w:eastAsia="Times New Roman" w:hAnsi="Courier New" w:cs="Courier New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1D3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3383"/>
  </w:style>
  <w:style w:type="paragraph" w:styleId="Fuzeile">
    <w:name w:val="footer"/>
    <w:basedOn w:val="Standard"/>
    <w:link w:val="FuzeileZchn"/>
    <w:uiPriority w:val="99"/>
    <w:unhideWhenUsed/>
    <w:rsid w:val="001D3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3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7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DDD01-2904-4613-906C-7F3033B62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F7580F-B94B-469B-9035-9E477FAE1C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40F47E-B468-4A74-8253-E7A456F83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33700-B9BE-471F-B439-0047E547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1DD3D140.dotm</Template>
  <TotalTime>0</TotalTime>
  <Pages>3</Pages>
  <Words>373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m.stark</dc:creator>
  <cp:keywords/>
  <dc:description/>
  <cp:lastModifiedBy>RStreb</cp:lastModifiedBy>
  <cp:revision>34</cp:revision>
  <dcterms:created xsi:type="dcterms:W3CDTF">2018-02-01T10:02:00Z</dcterms:created>
  <dcterms:modified xsi:type="dcterms:W3CDTF">2018-09-03T07:05:00Z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